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B47CA" w14:textId="77777777" w:rsidR="00634835" w:rsidRPr="002E2278" w:rsidRDefault="00634835" w:rsidP="00634835">
      <w:pPr>
        <w:jc w:val="right"/>
        <w:rPr>
          <w:rFonts w:asciiTheme="minorHAnsi" w:hAnsiTheme="minorHAnsi" w:cstheme="minorHAnsi"/>
          <w:sz w:val="18"/>
          <w:szCs w:val="18"/>
        </w:rPr>
      </w:pPr>
    </w:p>
    <w:p w14:paraId="33C04695" w14:textId="79D16F2C" w:rsidR="00634835" w:rsidRPr="002E2278" w:rsidRDefault="00634835" w:rsidP="00634835">
      <w:pPr>
        <w:pStyle w:val="Nagwek4"/>
        <w:jc w:val="right"/>
        <w:rPr>
          <w:rFonts w:asciiTheme="minorHAnsi" w:hAnsiTheme="minorHAnsi" w:cstheme="minorHAnsi"/>
          <w:sz w:val="22"/>
          <w:szCs w:val="22"/>
        </w:rPr>
      </w:pPr>
      <w:r w:rsidRPr="002E2278">
        <w:rPr>
          <w:rFonts w:asciiTheme="minorHAnsi" w:hAnsiTheme="minorHAnsi" w:cstheme="minorHAnsi"/>
          <w:sz w:val="22"/>
          <w:szCs w:val="22"/>
        </w:rPr>
        <w:t>FORMULARZ OFERT</w:t>
      </w:r>
      <w:r w:rsidR="00C85ACF">
        <w:rPr>
          <w:rFonts w:asciiTheme="minorHAnsi" w:hAnsiTheme="minorHAnsi" w:cstheme="minorHAnsi"/>
          <w:sz w:val="22"/>
          <w:szCs w:val="22"/>
        </w:rPr>
        <w:t>OWY</w:t>
      </w:r>
    </w:p>
    <w:p w14:paraId="7260A482" w14:textId="77777777" w:rsidR="00634835" w:rsidRPr="002E2278" w:rsidRDefault="00634835" w:rsidP="00634835">
      <w:pPr>
        <w:jc w:val="right"/>
        <w:rPr>
          <w:rFonts w:asciiTheme="minorHAnsi" w:hAnsiTheme="minorHAnsi" w:cstheme="minorHAnsi"/>
          <w:sz w:val="22"/>
          <w:szCs w:val="22"/>
        </w:rPr>
      </w:pPr>
      <w:r w:rsidRPr="002E2278">
        <w:rPr>
          <w:rFonts w:asciiTheme="minorHAnsi" w:hAnsiTheme="minorHAnsi" w:cstheme="minorHAnsi"/>
          <w:sz w:val="22"/>
          <w:szCs w:val="22"/>
        </w:rPr>
        <w:t>OKRĘGOWE PRZEDSIĘBIORSTWO</w:t>
      </w:r>
    </w:p>
    <w:p w14:paraId="0093FC07" w14:textId="77777777" w:rsidR="00634835" w:rsidRPr="002E2278" w:rsidRDefault="00634835" w:rsidP="00634835">
      <w:pPr>
        <w:jc w:val="right"/>
        <w:rPr>
          <w:rFonts w:asciiTheme="minorHAnsi" w:hAnsiTheme="minorHAnsi" w:cstheme="minorHAnsi"/>
          <w:sz w:val="22"/>
          <w:szCs w:val="22"/>
        </w:rPr>
      </w:pPr>
      <w:r w:rsidRPr="002E2278">
        <w:rPr>
          <w:rFonts w:asciiTheme="minorHAnsi" w:hAnsiTheme="minorHAnsi" w:cstheme="minorHAnsi"/>
          <w:sz w:val="22"/>
          <w:szCs w:val="22"/>
        </w:rPr>
        <w:t>ENERGETYKI CIEPLNEJ Sp. z o.o.</w:t>
      </w:r>
    </w:p>
    <w:p w14:paraId="48384221" w14:textId="77777777" w:rsidR="00634835" w:rsidRPr="002E2278" w:rsidRDefault="00634835" w:rsidP="00634835">
      <w:pPr>
        <w:jc w:val="right"/>
        <w:rPr>
          <w:rFonts w:asciiTheme="minorHAnsi" w:hAnsiTheme="minorHAnsi" w:cstheme="minorHAnsi"/>
          <w:sz w:val="22"/>
          <w:szCs w:val="22"/>
        </w:rPr>
      </w:pPr>
      <w:r w:rsidRPr="002E2278">
        <w:rPr>
          <w:rFonts w:asciiTheme="minorHAnsi" w:hAnsiTheme="minorHAnsi" w:cstheme="minorHAnsi"/>
          <w:sz w:val="22"/>
          <w:szCs w:val="22"/>
        </w:rPr>
        <w:t xml:space="preserve">81-213 Gdynia, ul. Opata </w:t>
      </w:r>
      <w:proofErr w:type="spellStart"/>
      <w:r w:rsidRPr="002E2278">
        <w:rPr>
          <w:rFonts w:asciiTheme="minorHAnsi" w:hAnsiTheme="minorHAnsi" w:cstheme="minorHAnsi"/>
          <w:sz w:val="22"/>
          <w:szCs w:val="22"/>
        </w:rPr>
        <w:t>Hackiego</w:t>
      </w:r>
      <w:proofErr w:type="spellEnd"/>
      <w:r w:rsidRPr="002E2278">
        <w:rPr>
          <w:rFonts w:asciiTheme="minorHAnsi" w:hAnsiTheme="minorHAnsi" w:cstheme="minorHAnsi"/>
          <w:sz w:val="22"/>
          <w:szCs w:val="22"/>
        </w:rPr>
        <w:t xml:space="preserve"> 14</w:t>
      </w:r>
    </w:p>
    <w:p w14:paraId="0E945FB3" w14:textId="7759D45D" w:rsidR="00634835" w:rsidRPr="002E2278" w:rsidRDefault="00634835" w:rsidP="00634835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E2278">
        <w:rPr>
          <w:rFonts w:asciiTheme="minorHAnsi" w:hAnsiTheme="minorHAnsi" w:cstheme="minorHAnsi"/>
          <w:b/>
          <w:sz w:val="24"/>
          <w:szCs w:val="24"/>
        </w:rPr>
        <w:t>Pełne dane adresowe Wykonawcy/Wykonawców:</w:t>
      </w:r>
    </w:p>
    <w:p w14:paraId="6D281125" w14:textId="77777777" w:rsidR="00634835" w:rsidRPr="0016413B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>Nazwa (firma)/imię nazwisko……………………………………………………………………….……</w:t>
      </w:r>
    </w:p>
    <w:p w14:paraId="35269E58" w14:textId="77777777" w:rsidR="00634835" w:rsidRPr="0016413B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>Adres ………………………………………………………………</w:t>
      </w:r>
      <w:r w:rsidR="00BE001D" w:rsidRPr="0016413B">
        <w:rPr>
          <w:rFonts w:asciiTheme="minorHAnsi" w:hAnsiTheme="minorHAnsi" w:cstheme="minorHAnsi"/>
          <w:sz w:val="22"/>
          <w:szCs w:val="22"/>
          <w:lang w:val="pl-PL"/>
        </w:rPr>
        <w:t>…………..</w:t>
      </w:r>
      <w:r w:rsidRPr="0016413B">
        <w:rPr>
          <w:rFonts w:asciiTheme="minorHAnsi" w:hAnsiTheme="minorHAnsi" w:cstheme="minorHAnsi"/>
          <w:sz w:val="22"/>
          <w:szCs w:val="22"/>
        </w:rPr>
        <w:t>………….……………………….</w:t>
      </w:r>
    </w:p>
    <w:p w14:paraId="25957102" w14:textId="77777777" w:rsidR="00634835" w:rsidRPr="0016413B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>Adres do korespondencji …………………………………………………………</w:t>
      </w:r>
      <w:r w:rsidR="00BE001D" w:rsidRPr="0016413B">
        <w:rPr>
          <w:rFonts w:asciiTheme="minorHAnsi" w:hAnsiTheme="minorHAnsi" w:cstheme="minorHAnsi"/>
          <w:sz w:val="22"/>
          <w:szCs w:val="22"/>
          <w:lang w:val="pl-PL"/>
        </w:rPr>
        <w:t>.</w:t>
      </w:r>
      <w:r w:rsidRPr="0016413B">
        <w:rPr>
          <w:rFonts w:asciiTheme="minorHAnsi" w:hAnsiTheme="minorHAnsi" w:cstheme="minorHAnsi"/>
          <w:sz w:val="22"/>
          <w:szCs w:val="22"/>
        </w:rPr>
        <w:t>……..……………….</w:t>
      </w:r>
    </w:p>
    <w:p w14:paraId="711D27CD" w14:textId="77777777" w:rsidR="00634835" w:rsidRPr="0016413B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>Nr telefonu/nr faksu …………………………………………………………………</w:t>
      </w:r>
      <w:r w:rsidR="00BE001D" w:rsidRPr="0016413B">
        <w:rPr>
          <w:rFonts w:asciiTheme="minorHAnsi" w:hAnsiTheme="minorHAnsi" w:cstheme="minorHAnsi"/>
          <w:sz w:val="22"/>
          <w:szCs w:val="22"/>
        </w:rPr>
        <w:t>…</w:t>
      </w:r>
      <w:r w:rsidRPr="0016413B">
        <w:rPr>
          <w:rFonts w:asciiTheme="minorHAnsi" w:hAnsiTheme="minorHAnsi" w:cstheme="minorHAnsi"/>
          <w:sz w:val="22"/>
          <w:szCs w:val="22"/>
        </w:rPr>
        <w:t>..…………………</w:t>
      </w:r>
    </w:p>
    <w:p w14:paraId="068CC7A8" w14:textId="77777777" w:rsidR="00634835" w:rsidRPr="0016413B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16413B">
        <w:rPr>
          <w:rFonts w:asciiTheme="minorHAnsi" w:hAnsiTheme="minorHAnsi" w:cstheme="minorHAnsi"/>
          <w:sz w:val="22"/>
          <w:szCs w:val="22"/>
          <w:lang w:val="en-US"/>
        </w:rPr>
        <w:t>Nr NIP ……………………</w:t>
      </w:r>
      <w:r w:rsidR="00BE001D" w:rsidRPr="0016413B">
        <w:rPr>
          <w:rFonts w:asciiTheme="minorHAnsi" w:hAnsiTheme="minorHAnsi" w:cstheme="minorHAnsi"/>
          <w:sz w:val="22"/>
          <w:szCs w:val="22"/>
          <w:lang w:val="en-US"/>
        </w:rPr>
        <w:t>……….</w:t>
      </w:r>
      <w:r w:rsidRPr="0016413B">
        <w:rPr>
          <w:rFonts w:asciiTheme="minorHAnsi" w:hAnsiTheme="minorHAnsi" w:cstheme="minorHAnsi"/>
          <w:sz w:val="22"/>
          <w:szCs w:val="22"/>
          <w:lang w:val="en-US"/>
        </w:rPr>
        <w:t>……………… Nr REGON ………………</w:t>
      </w:r>
      <w:r w:rsidR="00BE001D" w:rsidRPr="0016413B">
        <w:rPr>
          <w:rFonts w:asciiTheme="minorHAnsi" w:hAnsiTheme="minorHAnsi" w:cstheme="minorHAnsi"/>
          <w:sz w:val="22"/>
          <w:szCs w:val="22"/>
          <w:lang w:val="en-US"/>
        </w:rPr>
        <w:t>……..</w:t>
      </w:r>
      <w:r w:rsidRPr="0016413B">
        <w:rPr>
          <w:rFonts w:asciiTheme="minorHAnsi" w:hAnsiTheme="minorHAnsi" w:cstheme="minorHAnsi"/>
          <w:sz w:val="22"/>
          <w:szCs w:val="22"/>
          <w:lang w:val="en-US"/>
        </w:rPr>
        <w:t>.……………</w:t>
      </w:r>
      <w:r w:rsidR="00BE001D" w:rsidRPr="0016413B">
        <w:rPr>
          <w:rFonts w:asciiTheme="minorHAnsi" w:hAnsiTheme="minorHAnsi" w:cstheme="minorHAnsi"/>
          <w:sz w:val="22"/>
          <w:szCs w:val="22"/>
          <w:lang w:val="en-US"/>
        </w:rPr>
        <w:t>..</w:t>
      </w:r>
      <w:r w:rsidRPr="0016413B">
        <w:rPr>
          <w:rFonts w:asciiTheme="minorHAnsi" w:hAnsiTheme="minorHAnsi" w:cstheme="minorHAnsi"/>
          <w:sz w:val="22"/>
          <w:szCs w:val="22"/>
          <w:lang w:val="en-US"/>
        </w:rPr>
        <w:t>………</w:t>
      </w:r>
    </w:p>
    <w:p w14:paraId="61D425F6" w14:textId="77777777" w:rsidR="00634835" w:rsidRPr="0016413B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16413B">
        <w:rPr>
          <w:rFonts w:asciiTheme="minorHAnsi" w:hAnsiTheme="minorHAnsi" w:cstheme="minorHAnsi"/>
          <w:sz w:val="22"/>
          <w:szCs w:val="22"/>
          <w:lang w:val="en-US"/>
        </w:rPr>
        <w:t>e-mail: ……………………………………………………………………………</w:t>
      </w:r>
      <w:r w:rsidR="00BE001D" w:rsidRPr="0016413B">
        <w:rPr>
          <w:rFonts w:asciiTheme="minorHAnsi" w:hAnsiTheme="minorHAnsi" w:cstheme="minorHAnsi"/>
          <w:sz w:val="22"/>
          <w:szCs w:val="22"/>
          <w:lang w:val="en-US"/>
        </w:rPr>
        <w:t>…………………..</w:t>
      </w:r>
      <w:r w:rsidRPr="0016413B">
        <w:rPr>
          <w:rFonts w:asciiTheme="minorHAnsi" w:hAnsiTheme="minorHAnsi" w:cstheme="minorHAnsi"/>
          <w:sz w:val="22"/>
          <w:szCs w:val="22"/>
          <w:lang w:val="en-US"/>
        </w:rPr>
        <w:t>……………</w:t>
      </w:r>
    </w:p>
    <w:p w14:paraId="018F537B" w14:textId="77777777" w:rsidR="002A4EB4" w:rsidRPr="0016413B" w:rsidRDefault="002A4EB4" w:rsidP="00D8311F">
      <w:pPr>
        <w:spacing w:before="120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50705234" w14:textId="74B36544" w:rsidR="00B942F3" w:rsidRPr="0016413B" w:rsidRDefault="00634835" w:rsidP="00D8311F">
      <w:pPr>
        <w:spacing w:before="120"/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>Nawiązując do ogłoszenia o prz</w:t>
      </w:r>
      <w:r w:rsidR="004970F9" w:rsidRPr="0016413B">
        <w:rPr>
          <w:rFonts w:asciiTheme="minorHAnsi" w:hAnsiTheme="minorHAnsi" w:cstheme="minorHAnsi"/>
          <w:sz w:val="22"/>
          <w:szCs w:val="22"/>
        </w:rPr>
        <w:t xml:space="preserve">etargu nieograniczonym na </w:t>
      </w:r>
      <w:bookmarkStart w:id="0" w:name="_Hlk150169809"/>
      <w:r w:rsidR="00BB7DD8" w:rsidRPr="000E5FFF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dostawa </w:t>
      </w:r>
      <w:bookmarkEnd w:id="0"/>
      <w:r w:rsidR="00BB7DD8" w:rsidRPr="000E5FFF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urządzeń do filtrowania ruchu sieciowego (sieć OT)  </w:t>
      </w:r>
      <w:r w:rsidR="00BB7DD8" w:rsidRPr="000E5FFF">
        <w:rPr>
          <w:rFonts w:ascii="Calibri" w:hAnsi="Calibri" w:cs="Calibri"/>
          <w:b/>
          <w:bCs/>
          <w:sz w:val="22"/>
          <w:szCs w:val="22"/>
        </w:rPr>
        <w:t>wraz z centralnym systemem zarządzania</w:t>
      </w:r>
      <w:r w:rsidR="00BB7DD8">
        <w:rPr>
          <w:rFonts w:ascii="Calibri" w:hAnsi="Calibri" w:cs="Calibri"/>
          <w:b/>
          <w:bCs/>
          <w:sz w:val="22"/>
          <w:szCs w:val="22"/>
        </w:rPr>
        <w:t xml:space="preserve"> (konsola zarządzająca) i subskrypcjami wraz z usługą wsparcia technicznego</w:t>
      </w:r>
      <w:r w:rsidR="00B942F3" w:rsidRPr="0016413B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3B6F67FA" w14:textId="57FC620A" w:rsidR="00634835" w:rsidRPr="0016413B" w:rsidRDefault="00634835" w:rsidP="00D8311F">
      <w:pPr>
        <w:pStyle w:val="Akapitzlist"/>
        <w:numPr>
          <w:ilvl w:val="0"/>
          <w:numId w:val="28"/>
        </w:numPr>
        <w:spacing w:before="120" w:after="120"/>
        <w:ind w:left="284" w:hanging="284"/>
        <w:outlineLvl w:val="0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 xml:space="preserve">Oferujemy </w:t>
      </w:r>
      <w:r w:rsidRPr="0016413B">
        <w:rPr>
          <w:rFonts w:asciiTheme="minorHAnsi" w:hAnsiTheme="minorHAnsi" w:cstheme="minorHAnsi"/>
          <w:b/>
          <w:sz w:val="22"/>
          <w:szCs w:val="22"/>
          <w:u w:val="single"/>
        </w:rPr>
        <w:t>wykonanie przedmiotu zamówienia</w:t>
      </w:r>
      <w:r w:rsidRPr="0016413B">
        <w:rPr>
          <w:rFonts w:asciiTheme="minorHAnsi" w:hAnsiTheme="minorHAnsi" w:cstheme="minorHAnsi"/>
          <w:sz w:val="22"/>
          <w:szCs w:val="22"/>
        </w:rPr>
        <w:t xml:space="preserve"> za </w:t>
      </w:r>
      <w:r w:rsidR="00231131" w:rsidRPr="0016413B">
        <w:rPr>
          <w:rFonts w:asciiTheme="minorHAnsi" w:hAnsiTheme="minorHAnsi" w:cstheme="minorHAnsi"/>
          <w:sz w:val="22"/>
          <w:szCs w:val="22"/>
        </w:rPr>
        <w:t>całkowit</w:t>
      </w:r>
      <w:r w:rsidR="00231131" w:rsidRPr="0016413B">
        <w:rPr>
          <w:rFonts w:asciiTheme="minorHAnsi" w:hAnsiTheme="minorHAnsi" w:cstheme="minorHAnsi"/>
          <w:sz w:val="22"/>
          <w:szCs w:val="22"/>
          <w:lang w:val="pl-PL"/>
        </w:rPr>
        <w:t>ą</w:t>
      </w:r>
      <w:r w:rsidR="00231131" w:rsidRPr="0016413B">
        <w:rPr>
          <w:rFonts w:asciiTheme="minorHAnsi" w:hAnsiTheme="minorHAnsi" w:cstheme="minorHAnsi"/>
          <w:sz w:val="22"/>
          <w:szCs w:val="22"/>
        </w:rPr>
        <w:t xml:space="preserve"> cen</w:t>
      </w:r>
      <w:r w:rsidR="00231131" w:rsidRPr="0016413B">
        <w:rPr>
          <w:rFonts w:asciiTheme="minorHAnsi" w:hAnsiTheme="minorHAnsi" w:cstheme="minorHAnsi"/>
          <w:sz w:val="22"/>
          <w:szCs w:val="22"/>
          <w:lang w:val="pl-PL"/>
        </w:rPr>
        <w:t xml:space="preserve">ę </w:t>
      </w:r>
      <w:r w:rsidR="00231131" w:rsidRPr="0016413B">
        <w:rPr>
          <w:rFonts w:asciiTheme="minorHAnsi" w:hAnsiTheme="minorHAnsi" w:cstheme="minorHAnsi"/>
          <w:sz w:val="22"/>
          <w:szCs w:val="22"/>
        </w:rPr>
        <w:t>oferty</w:t>
      </w:r>
      <w:r w:rsidRPr="0016413B">
        <w:rPr>
          <w:rFonts w:asciiTheme="minorHAnsi" w:hAnsiTheme="minorHAnsi" w:cstheme="minorHAnsi"/>
          <w:sz w:val="22"/>
          <w:szCs w:val="22"/>
        </w:rPr>
        <w:t>:</w:t>
      </w:r>
    </w:p>
    <w:p w14:paraId="79B596FE" w14:textId="77777777" w:rsidR="0012066F" w:rsidRPr="0016413B" w:rsidRDefault="00634835" w:rsidP="008079AC">
      <w:pPr>
        <w:tabs>
          <w:tab w:val="left" w:pos="-567"/>
        </w:tabs>
        <w:spacing w:line="360" w:lineRule="auto"/>
        <w:ind w:left="284" w:right="-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6413B">
        <w:rPr>
          <w:rFonts w:asciiTheme="minorHAnsi" w:hAnsiTheme="minorHAnsi" w:cstheme="minorHAnsi"/>
          <w:b/>
          <w:sz w:val="22"/>
          <w:szCs w:val="22"/>
        </w:rPr>
        <w:t xml:space="preserve">wartość netto........................ zł </w:t>
      </w:r>
      <w:r w:rsidR="003D239F" w:rsidRPr="0016413B">
        <w:rPr>
          <w:rFonts w:asciiTheme="minorHAnsi" w:hAnsiTheme="minorHAnsi" w:cstheme="minorHAnsi"/>
          <w:b/>
          <w:sz w:val="22"/>
          <w:szCs w:val="22"/>
        </w:rPr>
        <w:t xml:space="preserve">     </w:t>
      </w:r>
    </w:p>
    <w:p w14:paraId="466E8629" w14:textId="77777777" w:rsidR="00634835" w:rsidRPr="0016413B" w:rsidRDefault="00634835" w:rsidP="008079AC">
      <w:pPr>
        <w:tabs>
          <w:tab w:val="left" w:pos="-567"/>
        </w:tabs>
        <w:spacing w:line="360" w:lineRule="auto"/>
        <w:ind w:left="284" w:right="-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6413B">
        <w:rPr>
          <w:rFonts w:asciiTheme="minorHAnsi" w:hAnsiTheme="minorHAnsi" w:cstheme="minorHAnsi"/>
          <w:b/>
          <w:sz w:val="22"/>
          <w:szCs w:val="22"/>
        </w:rPr>
        <w:t xml:space="preserve">VAT....................................... zł </w:t>
      </w:r>
      <w:r w:rsidR="003D239F" w:rsidRPr="0016413B">
        <w:rPr>
          <w:rFonts w:asciiTheme="minorHAnsi" w:hAnsiTheme="minorHAnsi" w:cstheme="minorHAnsi"/>
          <w:b/>
          <w:sz w:val="22"/>
          <w:szCs w:val="22"/>
        </w:rPr>
        <w:t xml:space="preserve">    </w:t>
      </w:r>
      <w:r w:rsidR="00BE001D" w:rsidRPr="0016413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6413B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191D9E5A" w14:textId="77777777" w:rsidR="00634835" w:rsidRPr="0016413B" w:rsidRDefault="00F502B0" w:rsidP="008079AC">
      <w:pPr>
        <w:tabs>
          <w:tab w:val="left" w:pos="-567"/>
        </w:tabs>
        <w:spacing w:line="360" w:lineRule="auto"/>
        <w:ind w:left="284" w:right="-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6413B">
        <w:rPr>
          <w:rFonts w:asciiTheme="minorHAnsi" w:hAnsiTheme="minorHAnsi" w:cstheme="minorHAnsi"/>
          <w:b/>
          <w:sz w:val="22"/>
          <w:szCs w:val="22"/>
        </w:rPr>
        <w:t>cena</w:t>
      </w:r>
      <w:r w:rsidR="00634835" w:rsidRPr="0016413B">
        <w:rPr>
          <w:rFonts w:asciiTheme="minorHAnsi" w:hAnsiTheme="minorHAnsi" w:cstheme="minorHAnsi"/>
          <w:b/>
          <w:sz w:val="22"/>
          <w:szCs w:val="22"/>
        </w:rPr>
        <w:t xml:space="preserve"> brutto .....</w:t>
      </w:r>
      <w:r w:rsidR="00CA2709" w:rsidRPr="0016413B">
        <w:rPr>
          <w:rFonts w:asciiTheme="minorHAnsi" w:hAnsiTheme="minorHAnsi" w:cstheme="minorHAnsi"/>
          <w:b/>
          <w:sz w:val="22"/>
          <w:szCs w:val="22"/>
        </w:rPr>
        <w:t>.....</w:t>
      </w:r>
      <w:r w:rsidR="00634835" w:rsidRPr="0016413B">
        <w:rPr>
          <w:rFonts w:asciiTheme="minorHAnsi" w:hAnsiTheme="minorHAnsi" w:cstheme="minorHAnsi"/>
          <w:b/>
          <w:sz w:val="22"/>
          <w:szCs w:val="22"/>
        </w:rPr>
        <w:t xml:space="preserve">................ zł </w:t>
      </w:r>
      <w:r w:rsidR="003D239F" w:rsidRPr="0016413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90E8A" w:rsidRPr="0016413B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BE001D" w:rsidRPr="0016413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90E8A" w:rsidRPr="0016413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34835" w:rsidRPr="0016413B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5A0AD84" w14:textId="6D07E81E" w:rsidR="00D040B1" w:rsidRPr="0016413B" w:rsidRDefault="00D040B1" w:rsidP="008079AC">
      <w:pPr>
        <w:tabs>
          <w:tab w:val="left" w:pos="-567"/>
        </w:tabs>
        <w:ind w:firstLine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6413B">
        <w:rPr>
          <w:rFonts w:asciiTheme="minorHAnsi" w:hAnsiTheme="minorHAnsi" w:cstheme="minorHAnsi"/>
          <w:bCs/>
          <w:sz w:val="22"/>
          <w:szCs w:val="22"/>
        </w:rPr>
        <w:t>na któr</w:t>
      </w:r>
      <w:r w:rsidR="00231131" w:rsidRPr="0016413B">
        <w:rPr>
          <w:rFonts w:asciiTheme="minorHAnsi" w:hAnsiTheme="minorHAnsi" w:cstheme="minorHAnsi"/>
          <w:bCs/>
          <w:sz w:val="22"/>
          <w:szCs w:val="22"/>
        </w:rPr>
        <w:t>ą</w:t>
      </w:r>
      <w:r w:rsidRPr="0016413B">
        <w:rPr>
          <w:rFonts w:asciiTheme="minorHAnsi" w:hAnsiTheme="minorHAnsi" w:cstheme="minorHAnsi"/>
          <w:bCs/>
          <w:sz w:val="22"/>
          <w:szCs w:val="22"/>
        </w:rPr>
        <w:t xml:space="preserve"> składają się następujące </w:t>
      </w:r>
      <w:r w:rsidR="00A00BD3" w:rsidRPr="0016413B">
        <w:rPr>
          <w:rFonts w:asciiTheme="minorHAnsi" w:hAnsiTheme="minorHAnsi" w:cstheme="minorHAnsi"/>
          <w:bCs/>
          <w:sz w:val="22"/>
          <w:szCs w:val="22"/>
        </w:rPr>
        <w:t xml:space="preserve">elementy stanowiące </w:t>
      </w:r>
      <w:r w:rsidR="006270A5" w:rsidRPr="0016413B">
        <w:rPr>
          <w:rFonts w:asciiTheme="minorHAnsi" w:hAnsiTheme="minorHAnsi" w:cstheme="minorHAnsi"/>
          <w:bCs/>
          <w:sz w:val="22"/>
          <w:szCs w:val="22"/>
        </w:rPr>
        <w:t xml:space="preserve">przedmiot </w:t>
      </w:r>
      <w:r w:rsidR="00A00BD3" w:rsidRPr="0016413B">
        <w:rPr>
          <w:rFonts w:asciiTheme="minorHAnsi" w:hAnsiTheme="minorHAnsi" w:cstheme="minorHAnsi"/>
          <w:bCs/>
          <w:sz w:val="22"/>
          <w:szCs w:val="22"/>
        </w:rPr>
        <w:t>zamówienia</w:t>
      </w:r>
      <w:r w:rsidR="006270A5" w:rsidRPr="0016413B">
        <w:rPr>
          <w:rFonts w:asciiTheme="minorHAnsi" w:hAnsiTheme="minorHAnsi" w:cstheme="minorHAnsi"/>
          <w:bCs/>
          <w:sz w:val="22"/>
          <w:szCs w:val="22"/>
        </w:rPr>
        <w:t>,</w:t>
      </w:r>
    </w:p>
    <w:p w14:paraId="0A2987FD" w14:textId="77777777" w:rsidR="002A4EB4" w:rsidRDefault="002A4EB4" w:rsidP="002A4EB4">
      <w:pPr>
        <w:widowControl w:val="0"/>
        <w:tabs>
          <w:tab w:val="left" w:pos="-567"/>
        </w:tabs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DDA830A" w14:textId="77777777" w:rsidR="0016413B" w:rsidRPr="0016413B" w:rsidRDefault="0016413B" w:rsidP="002A4EB4">
      <w:pPr>
        <w:widowControl w:val="0"/>
        <w:tabs>
          <w:tab w:val="left" w:pos="-567"/>
        </w:tabs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35AC580" w14:textId="728241F7" w:rsidR="00D040B1" w:rsidRPr="0016413B" w:rsidRDefault="00D040B1" w:rsidP="002A4EB4">
      <w:pPr>
        <w:widowControl w:val="0"/>
        <w:tabs>
          <w:tab w:val="left" w:pos="-567"/>
        </w:tabs>
        <w:autoSpaceDE w:val="0"/>
        <w:autoSpaceDN w:val="0"/>
        <w:adjustRightInd w:val="0"/>
        <w:spacing w:after="120" w:line="276" w:lineRule="auto"/>
        <w:ind w:firstLine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6413B">
        <w:rPr>
          <w:rFonts w:asciiTheme="minorHAnsi" w:hAnsiTheme="minorHAnsi" w:cstheme="minorHAnsi"/>
          <w:bCs/>
          <w:sz w:val="22"/>
          <w:szCs w:val="22"/>
        </w:rPr>
        <w:t>zgodnie z poniższą tabelą:</w:t>
      </w:r>
    </w:p>
    <w:p w14:paraId="5BBD2281" w14:textId="77777777" w:rsidR="00665719" w:rsidRDefault="00665719" w:rsidP="002E2278">
      <w:pPr>
        <w:widowControl w:val="0"/>
        <w:tabs>
          <w:tab w:val="left" w:pos="-567"/>
        </w:tabs>
        <w:autoSpaceDE w:val="0"/>
        <w:autoSpaceDN w:val="0"/>
        <w:adjustRightInd w:val="0"/>
        <w:spacing w:after="120" w:line="276" w:lineRule="auto"/>
        <w:ind w:left="567"/>
        <w:jc w:val="both"/>
        <w:rPr>
          <w:rFonts w:asciiTheme="minorHAnsi" w:hAnsiTheme="minorHAnsi" w:cstheme="minorHAnsi"/>
          <w:bCs/>
        </w:rPr>
      </w:pPr>
    </w:p>
    <w:tbl>
      <w:tblPr>
        <w:tblW w:w="143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206"/>
        <w:gridCol w:w="707"/>
        <w:gridCol w:w="907"/>
        <w:gridCol w:w="1219"/>
        <w:gridCol w:w="1406"/>
        <w:gridCol w:w="747"/>
        <w:gridCol w:w="1652"/>
        <w:gridCol w:w="1269"/>
        <w:gridCol w:w="1637"/>
      </w:tblGrid>
      <w:tr w:rsidR="00147D7B" w:rsidRPr="003B4775" w14:paraId="2DFAE1DC" w14:textId="2E12C13A" w:rsidTr="00A57732">
        <w:trPr>
          <w:trHeight w:val="465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75E4" w14:textId="3522D44F" w:rsidR="00147D7B" w:rsidRPr="002A4EB4" w:rsidRDefault="00A57732" w:rsidP="00334EB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bookmarkStart w:id="1" w:name="_Hlk216764573"/>
            <w:bookmarkStart w:id="2" w:name="_Hlk184630702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Lp.</w:t>
            </w:r>
            <w:r w:rsidR="00147D7B" w:rsidRPr="002A4EB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909CD3" w14:textId="7BF41D8D" w:rsidR="00147D7B" w:rsidRPr="002A4EB4" w:rsidRDefault="00147D7B" w:rsidP="00334EB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A4EB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Nazwa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towaru</w:t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CFAD6" w14:textId="77777777" w:rsidR="00147D7B" w:rsidRPr="002A4EB4" w:rsidRDefault="00147D7B" w:rsidP="00334EB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A4EB4">
              <w:rPr>
                <w:rFonts w:ascii="Calibri" w:hAnsi="Calibri" w:cs="Calibri"/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8F8F5B" w14:textId="77777777" w:rsidR="00147D7B" w:rsidRPr="002A4EB4" w:rsidRDefault="00147D7B" w:rsidP="00334EB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A4EB4">
              <w:rPr>
                <w:rFonts w:ascii="Calibri" w:hAnsi="Calibri" w:cs="Calibri"/>
                <w:b/>
                <w:bCs/>
                <w:sz w:val="20"/>
                <w:szCs w:val="20"/>
              </w:rPr>
              <w:t>Cena jednostkowa netto [zł]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B5597" w14:textId="77777777" w:rsidR="00147D7B" w:rsidRPr="002A4EB4" w:rsidRDefault="00147D7B" w:rsidP="00334EB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A4EB4">
              <w:rPr>
                <w:rFonts w:ascii="Calibri" w:hAnsi="Calibri" w:cs="Calibri"/>
                <w:b/>
                <w:bCs/>
                <w:sz w:val="20"/>
                <w:szCs w:val="20"/>
              </w:rPr>
              <w:t>Wartość netto [zł]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F7026" w14:textId="6236760C" w:rsidR="00147D7B" w:rsidRPr="002A4EB4" w:rsidRDefault="00147D7B" w:rsidP="00334EB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A4EB4">
              <w:rPr>
                <w:rFonts w:ascii="Calibri" w:hAnsi="Calibri" w:cs="Calibri"/>
                <w:b/>
                <w:bCs/>
                <w:sz w:val="20"/>
                <w:szCs w:val="20"/>
              </w:rPr>
              <w:t>Stawka VAT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555D30">
              <w:rPr>
                <w:rFonts w:ascii="Calibri" w:hAnsi="Calibri" w:cs="Calibri"/>
                <w:b/>
                <w:bCs/>
                <w:sz w:val="20"/>
                <w:szCs w:val="20"/>
              </w:rPr>
              <w:t>[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%</w:t>
            </w:r>
            <w:r w:rsidR="00555D30">
              <w:rPr>
                <w:rFonts w:ascii="Calibri" w:hAnsi="Calibri" w:cs="Calibri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E4A08" w14:textId="77777777" w:rsidR="00147D7B" w:rsidRPr="002A4EB4" w:rsidRDefault="00147D7B" w:rsidP="00334EB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A4EB4">
              <w:rPr>
                <w:rFonts w:ascii="Calibri" w:hAnsi="Calibri" w:cs="Calibri"/>
                <w:b/>
                <w:bCs/>
                <w:sz w:val="20"/>
                <w:szCs w:val="20"/>
              </w:rPr>
              <w:t>Wartość brutto [zł]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7607BD" w14:textId="241BACD6" w:rsidR="00147D7B" w:rsidRPr="002A4EB4" w:rsidRDefault="00147D7B" w:rsidP="00334EB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47D7B">
              <w:rPr>
                <w:rFonts w:ascii="Calibri" w:hAnsi="Calibri" w:cs="Calibri"/>
                <w:b/>
                <w:bCs/>
                <w:sz w:val="20"/>
                <w:szCs w:val="20"/>
              </w:rPr>
              <w:t>Nazwa producenta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08B9C26" w14:textId="115EC838" w:rsidR="00147D7B" w:rsidRPr="00147D7B" w:rsidRDefault="00147D7B" w:rsidP="00147D7B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47D7B">
              <w:rPr>
                <w:rFonts w:ascii="Calibri" w:hAnsi="Calibri" w:cs="Calibri"/>
                <w:b/>
                <w:bCs/>
                <w:sz w:val="20"/>
                <w:szCs w:val="20"/>
              </w:rPr>
              <w:t>Kraj pochodzenia</w:t>
            </w:r>
          </w:p>
        </w:tc>
      </w:tr>
      <w:tr w:rsidR="00147D7B" w:rsidRPr="003B4775" w14:paraId="602DEE2A" w14:textId="26F21B9F" w:rsidTr="00A57732">
        <w:trPr>
          <w:trHeight w:val="300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77D4E" w14:textId="77777777" w:rsidR="00147D7B" w:rsidRPr="002A4EB4" w:rsidRDefault="00147D7B" w:rsidP="00334EB5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4EDEA4" w14:textId="77777777" w:rsidR="00147D7B" w:rsidRPr="002A4EB4" w:rsidRDefault="00147D7B" w:rsidP="00334EB5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03A74" w14:textId="77777777" w:rsidR="00147D7B" w:rsidRPr="002A4EB4" w:rsidRDefault="00147D7B" w:rsidP="00334EB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2A4EB4"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F5E2A" w14:textId="77777777" w:rsidR="00147D7B" w:rsidRPr="002A4EB4" w:rsidRDefault="00147D7B" w:rsidP="00334EB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2A4EB4">
              <w:rPr>
                <w:rFonts w:ascii="Calibri" w:hAnsi="Calibri" w:cs="Calibri"/>
                <w:b/>
                <w:bCs/>
                <w:sz w:val="16"/>
                <w:szCs w:val="16"/>
              </w:rPr>
              <w:t>Liczba/ilość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1C4BEC" w14:textId="77777777" w:rsidR="00147D7B" w:rsidRPr="002A4EB4" w:rsidRDefault="00147D7B" w:rsidP="00334EB5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96E56" w14:textId="77777777" w:rsidR="00147D7B" w:rsidRPr="002A4EB4" w:rsidRDefault="00147D7B" w:rsidP="00334EB5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A854E" w14:textId="77777777" w:rsidR="00147D7B" w:rsidRPr="002A4EB4" w:rsidRDefault="00147D7B" w:rsidP="00334EB5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8AD51" w14:textId="77777777" w:rsidR="00147D7B" w:rsidRPr="002A4EB4" w:rsidRDefault="00147D7B" w:rsidP="00334EB5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2331" w14:textId="77777777" w:rsidR="00147D7B" w:rsidRPr="002A4EB4" w:rsidRDefault="00147D7B" w:rsidP="00334EB5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76FB" w14:textId="77777777" w:rsidR="00147D7B" w:rsidRPr="002A4EB4" w:rsidRDefault="00147D7B" w:rsidP="00334EB5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147D7B" w:rsidRPr="003B4775" w14:paraId="23C9CE46" w14:textId="5F535B51" w:rsidTr="00A57732">
        <w:trPr>
          <w:trHeight w:val="30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6B71E" w14:textId="77777777" w:rsidR="00147D7B" w:rsidRPr="002A4EB4" w:rsidRDefault="00147D7B" w:rsidP="00334EB5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2A4EB4">
              <w:rPr>
                <w:rFonts w:ascii="Calibri" w:hAnsi="Calibri" w:cs="Calibri"/>
                <w:i/>
                <w:iCs/>
                <w:sz w:val="16"/>
                <w:szCs w:val="16"/>
              </w:rPr>
              <w:t>kol. 1</w:t>
            </w: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BEF63" w14:textId="77777777" w:rsidR="00147D7B" w:rsidRPr="002A4EB4" w:rsidRDefault="00147D7B" w:rsidP="00334EB5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2A4EB4">
              <w:rPr>
                <w:rFonts w:ascii="Calibri" w:hAnsi="Calibri" w:cs="Calibri"/>
                <w:i/>
                <w:iCs/>
                <w:sz w:val="16"/>
                <w:szCs w:val="16"/>
              </w:rPr>
              <w:t>kol. 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B7B9C" w14:textId="77777777" w:rsidR="00147D7B" w:rsidRPr="002A4EB4" w:rsidRDefault="00147D7B" w:rsidP="00334EB5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2A4EB4">
              <w:rPr>
                <w:rFonts w:ascii="Calibri" w:hAnsi="Calibri" w:cs="Calibri"/>
                <w:i/>
                <w:iCs/>
                <w:sz w:val="16"/>
                <w:szCs w:val="16"/>
              </w:rPr>
              <w:t>kol. 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1F6ED" w14:textId="77777777" w:rsidR="00147D7B" w:rsidRPr="002A4EB4" w:rsidRDefault="00147D7B" w:rsidP="00334EB5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2A4EB4">
              <w:rPr>
                <w:rFonts w:ascii="Calibri" w:hAnsi="Calibri" w:cs="Calibri"/>
                <w:i/>
                <w:iCs/>
                <w:sz w:val="16"/>
                <w:szCs w:val="16"/>
              </w:rPr>
              <w:t>kol. 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AA143" w14:textId="77777777" w:rsidR="00147D7B" w:rsidRPr="002A4EB4" w:rsidRDefault="00147D7B" w:rsidP="00334EB5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2A4EB4">
              <w:rPr>
                <w:rFonts w:ascii="Calibri" w:hAnsi="Calibri" w:cs="Calibri"/>
                <w:i/>
                <w:iCs/>
                <w:sz w:val="16"/>
                <w:szCs w:val="16"/>
              </w:rPr>
              <w:t>kol. 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965E7" w14:textId="77777777" w:rsidR="00147D7B" w:rsidRPr="002A4EB4" w:rsidRDefault="00147D7B" w:rsidP="00334EB5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2A4EB4">
              <w:rPr>
                <w:rFonts w:ascii="Calibri" w:hAnsi="Calibri" w:cs="Calibri"/>
                <w:i/>
                <w:iCs/>
                <w:sz w:val="16"/>
                <w:szCs w:val="16"/>
              </w:rPr>
              <w:t>kol. 6 (kol. 4 x kol. 5)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70B3C" w14:textId="77777777" w:rsidR="00147D7B" w:rsidRPr="002A4EB4" w:rsidRDefault="00147D7B" w:rsidP="00334EB5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2A4EB4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kol. 7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6DF1B" w14:textId="3D15F74E" w:rsidR="00147D7B" w:rsidRPr="002A4EB4" w:rsidRDefault="00147D7B" w:rsidP="00334EB5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2A4EB4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kol. 8 (kol. 6 </w:t>
            </w: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>z</w:t>
            </w:r>
            <w:r w:rsidRPr="002A4EB4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 VAT)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480B4" w14:textId="372C20D8" w:rsidR="00147D7B" w:rsidRPr="002A4EB4" w:rsidRDefault="00147D7B" w:rsidP="00334EB5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2A4EB4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kol. </w:t>
            </w: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30DFE" w14:textId="7DA2ED77" w:rsidR="00147D7B" w:rsidRPr="002A4EB4" w:rsidRDefault="00147D7B" w:rsidP="00334EB5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2A4EB4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kol. </w:t>
            </w: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>10</w:t>
            </w:r>
          </w:p>
        </w:tc>
      </w:tr>
      <w:tr w:rsidR="00147D7B" w:rsidRPr="003B4775" w14:paraId="3600DDF6" w14:textId="709C7B66" w:rsidTr="00A57732">
        <w:trPr>
          <w:trHeight w:val="106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B2781" w14:textId="77777777" w:rsidR="00147D7B" w:rsidRPr="0016413B" w:rsidRDefault="00147D7B" w:rsidP="00334EB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13B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59679" w14:textId="77777777" w:rsidR="00BB7DD8" w:rsidRPr="00E62DBA" w:rsidRDefault="00BB7DD8" w:rsidP="00BB7DD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62DB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TXIQHWM130001 [New] EdgeIPS-103</w:t>
            </w:r>
          </w:p>
          <w:p w14:paraId="31272BB3" w14:textId="77BA7260" w:rsidR="00147D7B" w:rsidRPr="0016413B" w:rsidRDefault="00BB7DD8" w:rsidP="00BB7D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62DB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urządzenie </w:t>
            </w:r>
            <w:r w:rsidRPr="00E62DBA">
              <w:rPr>
                <w:rFonts w:asciiTheme="minorHAnsi" w:hAnsiTheme="minorHAnsi" w:cstheme="minorHAnsi"/>
                <w:sz w:val="20"/>
                <w:szCs w:val="20"/>
              </w:rPr>
              <w:t xml:space="preserve">do filtrowania ruchu sieciowego (sieć OT) wraz z systemem ochrony IPS </w:t>
            </w:r>
            <w:r w:rsidRPr="00E62DBA">
              <w:rPr>
                <w:rFonts w:asciiTheme="minorHAnsi" w:hAnsiTheme="minorHAnsi" w:cstheme="minorHAnsi"/>
                <w:sz w:val="20"/>
                <w:szCs w:val="20"/>
              </w:rPr>
              <w:br/>
              <w:t>Gwarancja: 24 miesiące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42F78" w14:textId="269E4D04" w:rsidR="00147D7B" w:rsidRPr="002A4EB4" w:rsidRDefault="00147D7B" w:rsidP="00334EB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A4EB4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DE655" w14:textId="23824F6F" w:rsidR="00147D7B" w:rsidRPr="002A4EB4" w:rsidRDefault="00EC7E0E" w:rsidP="00334EB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  <w:r w:rsidR="00BB7DD8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A3F9F" w14:textId="77777777" w:rsidR="00147D7B" w:rsidRPr="002A4EB4" w:rsidRDefault="00147D7B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A4EB4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76A3D" w14:textId="77777777" w:rsidR="00147D7B" w:rsidRPr="002A4EB4" w:rsidRDefault="00147D7B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A4EB4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377D5" w14:textId="77777777" w:rsidR="00147D7B" w:rsidRPr="002A4EB4" w:rsidRDefault="00147D7B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A4EB4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90E28" w14:textId="77777777" w:rsidR="00147D7B" w:rsidRPr="002A4EB4" w:rsidRDefault="00147D7B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A4EB4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C4A78" w14:textId="77777777" w:rsidR="00147D7B" w:rsidRPr="002A4EB4" w:rsidRDefault="00147D7B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6E5C0" w14:textId="77777777" w:rsidR="00147D7B" w:rsidRPr="002A4EB4" w:rsidRDefault="00147D7B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C7E0E" w:rsidRPr="003B4775" w14:paraId="66A46415" w14:textId="77777777" w:rsidTr="00A57732">
        <w:trPr>
          <w:trHeight w:val="87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9E969" w14:textId="37BD12AB" w:rsidR="00EC7E0E" w:rsidRPr="0016413B" w:rsidRDefault="00EC7E0E" w:rsidP="00334EB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8EBEE" w14:textId="77777777" w:rsidR="00BB7DD8" w:rsidRPr="00E62DBA" w:rsidRDefault="00BB7DD8" w:rsidP="00BB7DD8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E62DBA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TXIQLLE1X1031 [New] EdgeIPS-103 SW License</w:t>
            </w:r>
          </w:p>
          <w:p w14:paraId="36FC2C39" w14:textId="030FE9F9" w:rsidR="00EC7E0E" w:rsidRPr="0016413B" w:rsidRDefault="00BB7DD8" w:rsidP="00BB7DD8">
            <w:pPr>
              <w:rPr>
                <w:rFonts w:ascii="Calibri" w:hAnsi="Calibri" w:cs="Calibri"/>
                <w:bCs/>
                <w:spacing w:val="-2"/>
                <w:sz w:val="20"/>
                <w:szCs w:val="20"/>
              </w:rPr>
            </w:pPr>
            <w:r w:rsidRPr="00E62DBA">
              <w:rPr>
                <w:rFonts w:asciiTheme="minorHAnsi" w:hAnsiTheme="minorHAnsi" w:cstheme="minorHAnsi"/>
                <w:sz w:val="20"/>
                <w:szCs w:val="20"/>
              </w:rPr>
              <w:t>subskrypcja umożliwiająca korzystanie z zaawansowanych funkcji bezpieczeństwa (</w:t>
            </w:r>
            <w:proofErr w:type="spellStart"/>
            <w:r w:rsidRPr="00E62DBA">
              <w:rPr>
                <w:rFonts w:asciiTheme="minorHAnsi" w:hAnsiTheme="minorHAnsi" w:cstheme="minorHAnsi"/>
                <w:sz w:val="20"/>
                <w:szCs w:val="20"/>
              </w:rPr>
              <w:t>Deep</w:t>
            </w:r>
            <w:proofErr w:type="spellEnd"/>
            <w:r w:rsidRPr="00E62DB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62DBA">
              <w:rPr>
                <w:rFonts w:asciiTheme="minorHAnsi" w:hAnsiTheme="minorHAnsi" w:cstheme="minorHAnsi"/>
                <w:sz w:val="20"/>
                <w:szCs w:val="20"/>
              </w:rPr>
              <w:t>Packet</w:t>
            </w:r>
            <w:proofErr w:type="spellEnd"/>
            <w:r w:rsidRPr="00E62DB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62DBA">
              <w:rPr>
                <w:rFonts w:asciiTheme="minorHAnsi" w:hAnsiTheme="minorHAnsi" w:cstheme="minorHAnsi"/>
                <w:sz w:val="20"/>
                <w:szCs w:val="20"/>
              </w:rPr>
              <w:t>Inspection</w:t>
            </w:r>
            <w:proofErr w:type="spellEnd"/>
            <w:r w:rsidRPr="00E62DBA">
              <w:rPr>
                <w:rFonts w:asciiTheme="minorHAnsi" w:hAnsiTheme="minorHAnsi" w:cstheme="minorHAnsi"/>
                <w:sz w:val="20"/>
                <w:szCs w:val="20"/>
              </w:rPr>
              <w:t xml:space="preserve"> dla OT, automatyczne aktualizacje sygnatur, integracja z SIEM/SOC (Security Information and Event Management, Security Operations Center) na sprzęcie EdgeIPS-103, obejmująca również aktualizację bazy sygnatur</w:t>
            </w:r>
            <w:r w:rsidRPr="00E62DB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Okres ważności: 12 miesięcy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960B3" w14:textId="77675BF9" w:rsidR="00EC7E0E" w:rsidRPr="002A4EB4" w:rsidRDefault="00BB7DD8" w:rsidP="00334EB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F6C46" w14:textId="592E0FB1" w:rsidR="00EC7E0E" w:rsidRDefault="00EC7E0E" w:rsidP="00334EB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  <w:r w:rsidR="00BB7DD8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98A94" w14:textId="77777777" w:rsidR="00EC7E0E" w:rsidRPr="002A4EB4" w:rsidRDefault="00EC7E0E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635BE" w14:textId="77777777" w:rsidR="00EC7E0E" w:rsidRPr="002A4EB4" w:rsidRDefault="00EC7E0E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89C07" w14:textId="77777777" w:rsidR="00EC7E0E" w:rsidRPr="002A4EB4" w:rsidRDefault="00EC7E0E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6A8DC" w14:textId="77777777" w:rsidR="00EC7E0E" w:rsidRPr="002A4EB4" w:rsidRDefault="00EC7E0E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8E47A" w14:textId="77777777" w:rsidR="00EC7E0E" w:rsidRPr="002A4EB4" w:rsidRDefault="00EC7E0E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1ED2C" w14:textId="77777777" w:rsidR="00EC7E0E" w:rsidRPr="002A4EB4" w:rsidRDefault="00EC7E0E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B6787" w:rsidRPr="003B4775" w14:paraId="56AE06BB" w14:textId="77777777" w:rsidTr="00A57732">
        <w:trPr>
          <w:trHeight w:val="87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9FD4A" w14:textId="12F55A33" w:rsidR="00CB6787" w:rsidRDefault="00BB7DD8" w:rsidP="00334EB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4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830CB" w14:textId="77777777" w:rsidR="00BB7DD8" w:rsidRPr="00E62DBA" w:rsidRDefault="00BB7DD8" w:rsidP="00BB7D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62DB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TXOKMVE2X0001 [New] </w:t>
            </w:r>
            <w:proofErr w:type="spellStart"/>
            <w:r w:rsidRPr="00E62DB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EdgeOne</w:t>
            </w:r>
            <w:proofErr w:type="spellEnd"/>
            <w:r w:rsidRPr="00E62DB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- Virtual Appliance</w:t>
            </w:r>
            <w:r w:rsidRPr="00E62DBA">
              <w:rPr>
                <w:rFonts w:asciiTheme="minorHAnsi" w:hAnsiTheme="minorHAnsi" w:cstheme="minorHAnsi"/>
                <w:sz w:val="20"/>
                <w:szCs w:val="20"/>
              </w:rPr>
              <w:br/>
            </w:r>
            <w:proofErr w:type="spellStart"/>
            <w:r w:rsidRPr="00E62DB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TXOne</w:t>
            </w:r>
            <w:proofErr w:type="spellEnd"/>
            <w:r w:rsidRPr="00E62DB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[New] </w:t>
            </w:r>
            <w:proofErr w:type="spellStart"/>
            <w:r w:rsidRPr="00E62DB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EdgeOne</w:t>
            </w:r>
            <w:proofErr w:type="spellEnd"/>
            <w:r w:rsidRPr="00E62DB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E62DBA">
              <w:rPr>
                <w:rFonts w:asciiTheme="minorHAnsi" w:hAnsiTheme="minorHAnsi" w:cstheme="minorHAnsi"/>
                <w:sz w:val="20"/>
                <w:szCs w:val="20"/>
              </w:rPr>
              <w:t xml:space="preserve">tj. konsola zarządzająca systemu IPS (1 szt. w cenie pozycji) wraz z </w:t>
            </w:r>
            <w:r w:rsidRPr="00E62DB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TXOKMVE2X0001 Virtual Appliance </w:t>
            </w:r>
            <w:r w:rsidRPr="00E62DBA">
              <w:rPr>
                <w:rFonts w:asciiTheme="minorHAnsi" w:hAnsiTheme="minorHAnsi" w:cstheme="minorHAnsi"/>
                <w:sz w:val="20"/>
                <w:szCs w:val="20"/>
              </w:rPr>
              <w:t xml:space="preserve">tj. subskrypcją do zarządzania urządzeniami </w:t>
            </w:r>
          </w:p>
          <w:p w14:paraId="64E6C99C" w14:textId="54B491D8" w:rsidR="00CB6787" w:rsidRDefault="00BB7DD8" w:rsidP="00BB7DD8">
            <w:pPr>
              <w:rPr>
                <w:rFonts w:ascii="Calibri" w:hAnsi="Calibri" w:cs="Calibri"/>
                <w:bCs/>
                <w:spacing w:val="-2"/>
                <w:sz w:val="20"/>
                <w:szCs w:val="20"/>
              </w:rPr>
            </w:pPr>
            <w:r w:rsidRPr="00E62DBA">
              <w:rPr>
                <w:rFonts w:asciiTheme="minorHAnsi" w:hAnsiTheme="minorHAnsi" w:cstheme="minorHAnsi"/>
                <w:sz w:val="20"/>
                <w:szCs w:val="20"/>
              </w:rPr>
              <w:t>Okres ważności subskrypcji: 12 miesięcy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15BB0" w14:textId="6AF6B514" w:rsidR="00CB6787" w:rsidRDefault="00BB7DD8" w:rsidP="00334EB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725A2" w14:textId="0AB9DCC7" w:rsidR="00CB6787" w:rsidRDefault="00BB7DD8" w:rsidP="00334EB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BA89F" w14:textId="77777777" w:rsidR="00CB6787" w:rsidRPr="002A4EB4" w:rsidRDefault="00CB6787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09D79" w14:textId="77777777" w:rsidR="00CB6787" w:rsidRPr="002A4EB4" w:rsidRDefault="00CB6787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61042" w14:textId="77777777" w:rsidR="00CB6787" w:rsidRPr="002A4EB4" w:rsidRDefault="00CB6787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ABB00" w14:textId="77777777" w:rsidR="00CB6787" w:rsidRPr="002A4EB4" w:rsidRDefault="00CB6787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4AEC3" w14:textId="77777777" w:rsidR="00CB6787" w:rsidRPr="002A4EB4" w:rsidRDefault="00CB6787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15EC9" w14:textId="77777777" w:rsidR="00CB6787" w:rsidRPr="002A4EB4" w:rsidRDefault="00CB6787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B6787" w:rsidRPr="003B4775" w14:paraId="175ABC00" w14:textId="77777777" w:rsidTr="00A57732">
        <w:trPr>
          <w:trHeight w:val="87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2CE91" w14:textId="69921025" w:rsidR="00CB6787" w:rsidRDefault="00BB7DD8" w:rsidP="00334EB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FA9D26" w14:textId="05972865" w:rsidR="00BB7DD8" w:rsidRPr="00E62DBA" w:rsidRDefault="00BB7DD8" w:rsidP="00BB7DD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62DB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Wsparcie techniczn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</w:t>
            </w:r>
          </w:p>
          <w:p w14:paraId="3C2B6964" w14:textId="09C9BE62" w:rsidR="00CB6787" w:rsidRDefault="00BB7DD8" w:rsidP="00BB7DD8">
            <w:pPr>
              <w:rPr>
                <w:rFonts w:ascii="Calibri" w:hAnsi="Calibri" w:cs="Calibri"/>
                <w:bCs/>
                <w:spacing w:val="-2"/>
                <w:sz w:val="20"/>
                <w:szCs w:val="20"/>
              </w:rPr>
            </w:pPr>
            <w:r w:rsidRPr="00E62DBA">
              <w:rPr>
                <w:rFonts w:asciiTheme="minorHAnsi" w:hAnsiTheme="minorHAnsi" w:cstheme="minorHAnsi"/>
                <w:sz w:val="20"/>
                <w:szCs w:val="20"/>
              </w:rPr>
              <w:t>Okres świadczenia usługi: 12 miesięcy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B7DD8">
              <w:rPr>
                <w:rFonts w:asciiTheme="minorHAnsi" w:hAnsiTheme="minorHAnsi" w:cstheme="minorHAnsi"/>
                <w:sz w:val="16"/>
                <w:szCs w:val="16"/>
              </w:rPr>
              <w:t>(należy wskazać wartość łączną za cały okres świadczenia usługi)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6FD90" w14:textId="726E8279" w:rsidR="00CB6787" w:rsidRDefault="00BB7DD8" w:rsidP="00334EB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usługa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A6E28" w14:textId="17576243" w:rsidR="00CB6787" w:rsidRDefault="00BB7DD8" w:rsidP="00334EB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0BD23" w14:textId="77777777" w:rsidR="00CB6787" w:rsidRPr="002A4EB4" w:rsidRDefault="00CB6787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B4C1EE" w14:textId="77777777" w:rsidR="00CB6787" w:rsidRPr="002A4EB4" w:rsidRDefault="00CB6787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0959D" w14:textId="77777777" w:rsidR="00CB6787" w:rsidRPr="002A4EB4" w:rsidRDefault="00CB6787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86CD2" w14:textId="77777777" w:rsidR="00CB6787" w:rsidRPr="002A4EB4" w:rsidRDefault="00CB6787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38464" w14:textId="77777777" w:rsidR="00CB6787" w:rsidRPr="002A4EB4" w:rsidRDefault="00CB6787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AAA78" w14:textId="77777777" w:rsidR="00CB6787" w:rsidRPr="002A4EB4" w:rsidRDefault="00CB6787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bookmarkEnd w:id="1"/>
      <w:tr w:rsidR="00EC7E0E" w:rsidRPr="003B4775" w14:paraId="7868C510" w14:textId="77777777" w:rsidTr="00EC7E0E">
        <w:trPr>
          <w:trHeight w:val="647"/>
          <w:jc w:val="center"/>
        </w:trPr>
        <w:tc>
          <w:tcPr>
            <w:tcW w:w="7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4B8BB" w14:textId="0885FA2D" w:rsidR="00EC7E0E" w:rsidRPr="002A4EB4" w:rsidRDefault="00EC7E0E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Razem: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FB992" w14:textId="77777777" w:rsidR="00EC7E0E" w:rsidRPr="002A4EB4" w:rsidRDefault="00EC7E0E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EF580" w14:textId="16DB47CC" w:rsidR="00EC7E0E" w:rsidRPr="002A4EB4" w:rsidRDefault="00EC7E0E" w:rsidP="00EC7E0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CF2B6" w14:textId="77777777" w:rsidR="00EC7E0E" w:rsidRPr="002A4EB4" w:rsidRDefault="00EC7E0E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E3233" w14:textId="70DB8071" w:rsidR="00EC7E0E" w:rsidRPr="002A4EB4" w:rsidRDefault="00EC7E0E" w:rsidP="00EC7E0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</w:tr>
      <w:bookmarkEnd w:id="2"/>
    </w:tbl>
    <w:p w14:paraId="17390285" w14:textId="77777777" w:rsidR="00CB6787" w:rsidRDefault="00CB6787" w:rsidP="00CB6787">
      <w:pPr>
        <w:pStyle w:val="Akapitzlist"/>
        <w:spacing w:before="120" w:after="120" w:line="276" w:lineRule="auto"/>
        <w:ind w:left="284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01D67ED2" w14:textId="77777777" w:rsidR="00CB6787" w:rsidRDefault="00CB6787" w:rsidP="00CB6787">
      <w:pPr>
        <w:pStyle w:val="Akapitzlist"/>
        <w:spacing w:before="120" w:after="120" w:line="276" w:lineRule="auto"/>
        <w:ind w:left="284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5973A1F1" w14:textId="77777777" w:rsidR="00CB6787" w:rsidRDefault="00CB6787" w:rsidP="00CB6787">
      <w:pPr>
        <w:pStyle w:val="Akapitzlist"/>
        <w:spacing w:before="120" w:after="120" w:line="276" w:lineRule="auto"/>
        <w:ind w:left="284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16DBB069" w14:textId="3F0ADEEC" w:rsidR="009F7FCA" w:rsidRDefault="009F7FCA" w:rsidP="00AF2F91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Oferujemy</w:t>
      </w:r>
      <w:r w:rsidR="00EC7E0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C1405">
        <w:rPr>
          <w:rFonts w:asciiTheme="minorHAnsi" w:hAnsiTheme="minorHAnsi" w:cstheme="minorHAnsi"/>
          <w:b/>
          <w:bCs/>
          <w:sz w:val="22"/>
          <w:szCs w:val="22"/>
        </w:rPr>
        <w:t>24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F2F91">
        <w:rPr>
          <w:rFonts w:asciiTheme="minorHAnsi" w:hAnsiTheme="minorHAnsi" w:cstheme="minorHAnsi"/>
          <w:b/>
          <w:bCs/>
          <w:sz w:val="22"/>
          <w:szCs w:val="22"/>
        </w:rPr>
        <w:t>miesi</w:t>
      </w:r>
      <w:r w:rsidR="00AF2F91">
        <w:rPr>
          <w:rFonts w:asciiTheme="minorHAnsi" w:hAnsiTheme="minorHAnsi" w:cstheme="minorHAnsi"/>
          <w:b/>
          <w:bCs/>
          <w:sz w:val="22"/>
          <w:szCs w:val="22"/>
        </w:rPr>
        <w:t>ęczną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EC7E0E" w:rsidRPr="00EC7E0E">
        <w:rPr>
          <w:rFonts w:asciiTheme="minorHAnsi" w:hAnsiTheme="minorHAnsi" w:cstheme="minorHAnsi"/>
          <w:sz w:val="22"/>
          <w:szCs w:val="22"/>
        </w:rPr>
        <w:t>gwarancję</w:t>
      </w:r>
      <w:r w:rsidR="00EC7E0E">
        <w:rPr>
          <w:rFonts w:asciiTheme="minorHAnsi" w:hAnsiTheme="minorHAnsi" w:cstheme="minorHAnsi"/>
          <w:sz w:val="22"/>
          <w:szCs w:val="22"/>
        </w:rPr>
        <w:t xml:space="preserve"> </w:t>
      </w:r>
      <w:r w:rsidRPr="00EC7E0E">
        <w:rPr>
          <w:rFonts w:asciiTheme="minorHAnsi" w:hAnsiTheme="minorHAnsi" w:cstheme="minorHAnsi"/>
          <w:sz w:val="22"/>
          <w:szCs w:val="22"/>
        </w:rPr>
        <w:t xml:space="preserve">(zgodnie z </w:t>
      </w:r>
      <w:r w:rsidR="00EC7E0E">
        <w:rPr>
          <w:rFonts w:asciiTheme="minorHAnsi" w:hAnsiTheme="minorHAnsi" w:cstheme="minorHAnsi"/>
          <w:sz w:val="22"/>
          <w:szCs w:val="22"/>
        </w:rPr>
        <w:t>poz</w:t>
      </w:r>
      <w:r w:rsidRPr="00EC7E0E">
        <w:rPr>
          <w:rFonts w:asciiTheme="minorHAnsi" w:hAnsiTheme="minorHAnsi" w:cstheme="minorHAnsi"/>
          <w:sz w:val="22"/>
          <w:szCs w:val="22"/>
        </w:rPr>
        <w:t xml:space="preserve">. </w:t>
      </w:r>
      <w:r w:rsidR="00DC1405">
        <w:rPr>
          <w:rFonts w:asciiTheme="minorHAnsi" w:hAnsiTheme="minorHAnsi" w:cstheme="minorHAnsi"/>
          <w:sz w:val="22"/>
          <w:szCs w:val="22"/>
        </w:rPr>
        <w:t>1</w:t>
      </w:r>
      <w:r w:rsidR="00EC7E0E" w:rsidRPr="00EC7E0E">
        <w:rPr>
          <w:rFonts w:asciiTheme="minorHAnsi" w:hAnsiTheme="minorHAnsi" w:cstheme="minorHAnsi"/>
          <w:sz w:val="22"/>
          <w:szCs w:val="22"/>
        </w:rPr>
        <w:t xml:space="preserve"> tabeli z pkt 1 powyżej</w:t>
      </w:r>
      <w:r w:rsidRPr="00EC7E0E">
        <w:rPr>
          <w:rFonts w:asciiTheme="minorHAnsi" w:hAnsiTheme="minorHAnsi" w:cstheme="minorHAnsi"/>
          <w:sz w:val="22"/>
          <w:szCs w:val="22"/>
        </w:rPr>
        <w:t xml:space="preserve"> 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F7FCA">
        <w:rPr>
          <w:rFonts w:asciiTheme="minorHAnsi" w:hAnsiTheme="minorHAnsi" w:cstheme="minorHAnsi"/>
        </w:rPr>
        <w:t>liczon</w:t>
      </w:r>
      <w:r w:rsidR="00EC7E0E">
        <w:rPr>
          <w:rFonts w:asciiTheme="minorHAnsi" w:hAnsiTheme="minorHAnsi" w:cstheme="minorHAnsi"/>
        </w:rPr>
        <w:t>ą</w:t>
      </w:r>
      <w:r w:rsidRPr="009F7FCA">
        <w:rPr>
          <w:rFonts w:asciiTheme="minorHAnsi" w:hAnsiTheme="minorHAnsi" w:cstheme="minorHAnsi"/>
        </w:rPr>
        <w:t xml:space="preserve"> od dnia </w:t>
      </w:r>
      <w:r w:rsidR="00DC1405">
        <w:rPr>
          <w:rFonts w:asciiTheme="minorHAnsi" w:hAnsiTheme="minorHAnsi" w:cstheme="minorHAnsi"/>
        </w:rPr>
        <w:t xml:space="preserve">podpisania </w:t>
      </w:r>
      <w:r w:rsidR="00DC1405" w:rsidRPr="00DC1405">
        <w:rPr>
          <w:rFonts w:asciiTheme="minorHAnsi" w:hAnsiTheme="minorHAnsi" w:cstheme="minorHAnsi"/>
          <w:i/>
          <w:iCs/>
        </w:rPr>
        <w:t>Protokołu zdawczo-odbiorczego</w:t>
      </w:r>
      <w:r w:rsidRPr="009F7FCA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29702BD" w14:textId="52B8CEA0" w:rsidR="005529C0" w:rsidRPr="0016413B" w:rsidRDefault="005529C0" w:rsidP="00AF2F91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>Oświadczamy, że zapoznaliśmy się z</w:t>
      </w:r>
      <w:r w:rsidR="008079AC" w:rsidRPr="0016413B">
        <w:rPr>
          <w:rFonts w:asciiTheme="minorHAnsi" w:hAnsiTheme="minorHAnsi" w:cstheme="minorHAnsi"/>
          <w:sz w:val="22"/>
          <w:szCs w:val="22"/>
          <w:lang w:val="pl-PL"/>
        </w:rPr>
        <w:t xml:space="preserve"> treścią </w:t>
      </w:r>
      <w:r w:rsidR="0012773A" w:rsidRPr="0016413B">
        <w:rPr>
          <w:rFonts w:asciiTheme="minorHAnsi" w:hAnsiTheme="minorHAnsi" w:cstheme="minorHAnsi"/>
          <w:sz w:val="22"/>
          <w:szCs w:val="22"/>
          <w:lang w:val="pl-PL"/>
        </w:rPr>
        <w:t>specyfikacji warunków zamówienia</w:t>
      </w:r>
      <w:r w:rsidR="008079AC" w:rsidRPr="0016413B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12773A" w:rsidRPr="0016413B">
        <w:rPr>
          <w:rFonts w:asciiTheme="minorHAnsi" w:hAnsiTheme="minorHAnsi" w:cstheme="minorHAnsi"/>
          <w:sz w:val="22"/>
          <w:szCs w:val="22"/>
          <w:lang w:val="pl-PL"/>
        </w:rPr>
        <w:t xml:space="preserve">(dalej SWZ) </w:t>
      </w:r>
      <w:r w:rsidRPr="0016413B">
        <w:rPr>
          <w:rFonts w:asciiTheme="minorHAnsi" w:hAnsiTheme="minorHAnsi" w:cstheme="minorHAnsi"/>
          <w:sz w:val="22"/>
          <w:szCs w:val="22"/>
        </w:rPr>
        <w:t>i nie wnosimy do nie</w:t>
      </w:r>
      <w:r w:rsidR="008079AC" w:rsidRPr="0016413B">
        <w:rPr>
          <w:rFonts w:asciiTheme="minorHAnsi" w:hAnsiTheme="minorHAnsi" w:cstheme="minorHAnsi"/>
          <w:sz w:val="22"/>
          <w:szCs w:val="22"/>
          <w:lang w:val="pl-PL"/>
        </w:rPr>
        <w:t>go</w:t>
      </w:r>
      <w:r w:rsidRPr="0016413B">
        <w:rPr>
          <w:rFonts w:asciiTheme="minorHAnsi" w:hAnsiTheme="minorHAnsi" w:cstheme="minorHAnsi"/>
          <w:sz w:val="22"/>
          <w:szCs w:val="22"/>
        </w:rPr>
        <w:t xml:space="preserve"> zastrzeżeń oraz, że zdobyliśmy konieczne informacje do przygotowania niniejszej oferty.</w:t>
      </w:r>
    </w:p>
    <w:p w14:paraId="3650F795" w14:textId="2C97BF40" w:rsidR="005529C0" w:rsidRPr="0016413B" w:rsidRDefault="005529C0" w:rsidP="00AF2F91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 xml:space="preserve">Oświadczamy, iż niniejsza oferta spełnia wymagania Zamawiającego zawarte w </w:t>
      </w:r>
      <w:r w:rsidR="0012773A" w:rsidRPr="0016413B">
        <w:rPr>
          <w:rFonts w:asciiTheme="minorHAnsi" w:hAnsiTheme="minorHAnsi" w:cstheme="minorHAnsi"/>
          <w:sz w:val="22"/>
          <w:szCs w:val="22"/>
          <w:lang w:val="pl-PL"/>
        </w:rPr>
        <w:t>treści SWZ</w:t>
      </w:r>
      <w:r w:rsidRPr="0016413B">
        <w:rPr>
          <w:rFonts w:asciiTheme="minorHAnsi" w:hAnsiTheme="minorHAnsi" w:cstheme="minorHAnsi"/>
          <w:sz w:val="22"/>
          <w:szCs w:val="22"/>
        </w:rPr>
        <w:t>.</w:t>
      </w:r>
    </w:p>
    <w:p w14:paraId="5B36F0AF" w14:textId="737557F9" w:rsidR="005529C0" w:rsidRPr="0016413B" w:rsidRDefault="005529C0" w:rsidP="00AF2F91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 xml:space="preserve">Oświadczamy, że uważamy się za związanych ofertą na czas wskazany w </w:t>
      </w:r>
      <w:r w:rsidR="0012773A" w:rsidRPr="0016413B">
        <w:rPr>
          <w:rFonts w:asciiTheme="minorHAnsi" w:hAnsiTheme="minorHAnsi" w:cstheme="minorHAnsi"/>
          <w:sz w:val="22"/>
          <w:szCs w:val="22"/>
          <w:lang w:val="pl-PL"/>
        </w:rPr>
        <w:t>treści SWZ</w:t>
      </w:r>
      <w:r w:rsidRPr="0016413B">
        <w:rPr>
          <w:rFonts w:asciiTheme="minorHAnsi" w:hAnsiTheme="minorHAnsi" w:cstheme="minorHAnsi"/>
          <w:sz w:val="22"/>
          <w:szCs w:val="22"/>
        </w:rPr>
        <w:t xml:space="preserve">, czyli przez </w:t>
      </w:r>
      <w:r w:rsidRPr="0016413B">
        <w:rPr>
          <w:rFonts w:asciiTheme="minorHAnsi" w:hAnsiTheme="minorHAnsi" w:cstheme="minorHAnsi"/>
          <w:b/>
          <w:sz w:val="22"/>
          <w:szCs w:val="22"/>
        </w:rPr>
        <w:t>30 dni</w:t>
      </w:r>
      <w:r w:rsidRPr="0016413B">
        <w:rPr>
          <w:rFonts w:asciiTheme="minorHAnsi" w:hAnsiTheme="minorHAnsi" w:cstheme="minorHAnsi"/>
          <w:sz w:val="22"/>
          <w:szCs w:val="22"/>
        </w:rPr>
        <w:t xml:space="preserve"> od terminu składania ofert.</w:t>
      </w:r>
    </w:p>
    <w:p w14:paraId="65BC5671" w14:textId="074B6709" w:rsidR="005529C0" w:rsidRPr="0016413B" w:rsidRDefault="005529C0" w:rsidP="00AF2F91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>Oświadczamy, że zapoznaliśmy się ze Wzorem Umowy (</w:t>
      </w:r>
      <w:r w:rsidRPr="0016413B">
        <w:rPr>
          <w:rFonts w:asciiTheme="minorHAnsi" w:hAnsiTheme="minorHAnsi" w:cstheme="minorHAnsi"/>
          <w:b/>
          <w:sz w:val="22"/>
          <w:szCs w:val="22"/>
        </w:rPr>
        <w:t>załącznik</w:t>
      </w:r>
      <w:r w:rsidRPr="0016413B">
        <w:rPr>
          <w:rFonts w:asciiTheme="minorHAnsi" w:hAnsiTheme="minorHAnsi" w:cstheme="minorHAnsi"/>
          <w:sz w:val="22"/>
          <w:szCs w:val="22"/>
        </w:rPr>
        <w:t xml:space="preserve"> </w:t>
      </w:r>
      <w:r w:rsidRPr="0016413B">
        <w:rPr>
          <w:rFonts w:asciiTheme="minorHAnsi" w:hAnsiTheme="minorHAnsi" w:cstheme="minorHAnsi"/>
          <w:b/>
          <w:sz w:val="22"/>
          <w:szCs w:val="22"/>
        </w:rPr>
        <w:t xml:space="preserve">nr </w:t>
      </w:r>
      <w:r w:rsidR="00857066" w:rsidRPr="0016413B">
        <w:rPr>
          <w:rFonts w:asciiTheme="minorHAnsi" w:hAnsiTheme="minorHAnsi" w:cstheme="minorHAnsi"/>
          <w:b/>
          <w:sz w:val="22"/>
          <w:szCs w:val="22"/>
        </w:rPr>
        <w:t>3</w:t>
      </w:r>
      <w:r w:rsidRPr="0016413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6413B">
        <w:rPr>
          <w:rFonts w:asciiTheme="minorHAnsi" w:hAnsiTheme="minorHAnsi" w:cstheme="minorHAnsi"/>
          <w:bCs/>
          <w:sz w:val="22"/>
          <w:szCs w:val="22"/>
        </w:rPr>
        <w:t xml:space="preserve">do </w:t>
      </w:r>
      <w:r w:rsidR="0012773A" w:rsidRPr="0016413B">
        <w:rPr>
          <w:rFonts w:asciiTheme="minorHAnsi" w:hAnsiTheme="minorHAnsi" w:cstheme="minorHAnsi"/>
          <w:bCs/>
          <w:sz w:val="22"/>
          <w:szCs w:val="22"/>
          <w:lang w:val="pl-PL"/>
        </w:rPr>
        <w:t>SWZ</w:t>
      </w:r>
      <w:r w:rsidRPr="0016413B">
        <w:rPr>
          <w:rFonts w:asciiTheme="minorHAnsi" w:hAnsiTheme="minorHAnsi" w:cstheme="minorHAnsi"/>
          <w:sz w:val="22"/>
          <w:szCs w:val="22"/>
        </w:rPr>
        <w:t>) i przyjmujemy go bez zastrzeżeń.</w:t>
      </w:r>
    </w:p>
    <w:p w14:paraId="054D2A56" w14:textId="2F710073" w:rsidR="005529C0" w:rsidRPr="0016413B" w:rsidRDefault="005529C0" w:rsidP="00AF2F91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 xml:space="preserve">Oświadczamy, że zamówienie wykonamy w terminie </w:t>
      </w:r>
      <w:r w:rsidR="00214E4C" w:rsidRPr="0016413B">
        <w:rPr>
          <w:rFonts w:asciiTheme="minorHAnsi" w:hAnsiTheme="minorHAnsi" w:cstheme="minorHAnsi"/>
          <w:sz w:val="22"/>
          <w:szCs w:val="22"/>
        </w:rPr>
        <w:t xml:space="preserve">i na warunkach </w:t>
      </w:r>
      <w:r w:rsidRPr="0016413B">
        <w:rPr>
          <w:rFonts w:asciiTheme="minorHAnsi" w:hAnsiTheme="minorHAnsi" w:cstheme="minorHAnsi"/>
          <w:sz w:val="22"/>
          <w:szCs w:val="22"/>
        </w:rPr>
        <w:t>określony</w:t>
      </w:r>
      <w:r w:rsidR="00214E4C" w:rsidRPr="0016413B">
        <w:rPr>
          <w:rFonts w:asciiTheme="minorHAnsi" w:hAnsiTheme="minorHAnsi" w:cstheme="minorHAnsi"/>
          <w:sz w:val="22"/>
          <w:szCs w:val="22"/>
        </w:rPr>
        <w:t>ch</w:t>
      </w:r>
      <w:r w:rsidRPr="0016413B">
        <w:rPr>
          <w:rFonts w:asciiTheme="minorHAnsi" w:hAnsiTheme="minorHAnsi" w:cstheme="minorHAnsi"/>
          <w:sz w:val="22"/>
          <w:szCs w:val="22"/>
        </w:rPr>
        <w:t xml:space="preserve"> w </w:t>
      </w:r>
      <w:r w:rsidR="0012773A" w:rsidRPr="0016413B">
        <w:rPr>
          <w:rFonts w:asciiTheme="minorHAnsi" w:hAnsiTheme="minorHAnsi" w:cstheme="minorHAnsi"/>
          <w:sz w:val="22"/>
          <w:szCs w:val="22"/>
          <w:lang w:val="pl-PL"/>
        </w:rPr>
        <w:t>SWZ</w:t>
      </w:r>
      <w:r w:rsidRPr="0016413B">
        <w:rPr>
          <w:rFonts w:asciiTheme="minorHAnsi" w:hAnsiTheme="minorHAnsi" w:cstheme="minorHAnsi"/>
          <w:sz w:val="22"/>
          <w:szCs w:val="22"/>
        </w:rPr>
        <w:t>.</w:t>
      </w:r>
    </w:p>
    <w:p w14:paraId="29C991A0" w14:textId="45FCA404" w:rsidR="00656CA5" w:rsidRPr="0016413B" w:rsidRDefault="005529C0" w:rsidP="00AF2F91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 xml:space="preserve">Zobowiązujemy się, w przypadku przyznania nam zamówienia, do podpisania umowy, której wzór zawarty został w </w:t>
      </w:r>
      <w:r w:rsidRPr="0016413B">
        <w:rPr>
          <w:rFonts w:asciiTheme="minorHAnsi" w:hAnsiTheme="minorHAnsi" w:cstheme="minorHAnsi"/>
          <w:b/>
          <w:sz w:val="22"/>
          <w:szCs w:val="22"/>
        </w:rPr>
        <w:t xml:space="preserve">załączniku nr </w:t>
      </w:r>
      <w:r w:rsidR="00857066" w:rsidRPr="0016413B">
        <w:rPr>
          <w:rFonts w:asciiTheme="minorHAnsi" w:hAnsiTheme="minorHAnsi" w:cstheme="minorHAnsi"/>
          <w:b/>
          <w:sz w:val="22"/>
          <w:szCs w:val="22"/>
        </w:rPr>
        <w:t>3</w:t>
      </w:r>
      <w:r w:rsidRPr="0016413B">
        <w:rPr>
          <w:rFonts w:asciiTheme="minorHAnsi" w:hAnsiTheme="minorHAnsi" w:cstheme="minorHAnsi"/>
          <w:sz w:val="22"/>
          <w:szCs w:val="22"/>
        </w:rPr>
        <w:t xml:space="preserve"> do </w:t>
      </w:r>
      <w:r w:rsidR="0012773A" w:rsidRPr="0016413B">
        <w:rPr>
          <w:rFonts w:asciiTheme="minorHAnsi" w:hAnsiTheme="minorHAnsi" w:cstheme="minorHAnsi"/>
          <w:sz w:val="22"/>
          <w:szCs w:val="22"/>
          <w:lang w:val="pl-PL"/>
        </w:rPr>
        <w:t>SWZ</w:t>
      </w:r>
      <w:r w:rsidRPr="0016413B">
        <w:rPr>
          <w:rFonts w:asciiTheme="minorHAnsi" w:hAnsiTheme="minorHAnsi" w:cstheme="minorHAnsi"/>
          <w:sz w:val="22"/>
          <w:szCs w:val="22"/>
        </w:rPr>
        <w:t>, w terminie wskazanym przez Zamawiającego.</w:t>
      </w:r>
    </w:p>
    <w:p w14:paraId="13FCAE1D" w14:textId="77777777" w:rsidR="005529C0" w:rsidRPr="0016413B" w:rsidRDefault="005529C0" w:rsidP="00AF2F91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 xml:space="preserve">Przyjmujemy termin płatności w ciągu </w:t>
      </w:r>
      <w:r w:rsidRPr="0016413B">
        <w:rPr>
          <w:rFonts w:asciiTheme="minorHAnsi" w:hAnsiTheme="minorHAnsi" w:cstheme="minorHAnsi"/>
          <w:b/>
          <w:bCs/>
          <w:sz w:val="22"/>
          <w:szCs w:val="22"/>
        </w:rPr>
        <w:t>30 dni</w:t>
      </w:r>
      <w:r w:rsidRPr="0016413B">
        <w:rPr>
          <w:rFonts w:asciiTheme="minorHAnsi" w:hAnsiTheme="minorHAnsi" w:cstheme="minorHAnsi"/>
          <w:sz w:val="22"/>
          <w:szCs w:val="22"/>
        </w:rPr>
        <w:t xml:space="preserve"> od daty dostarczenia do Zamawiającego prawidłowo wystawionej faktury VAT. </w:t>
      </w:r>
    </w:p>
    <w:p w14:paraId="419A497A" w14:textId="77777777" w:rsidR="005529C0" w:rsidRPr="0016413B" w:rsidRDefault="005529C0" w:rsidP="00AF2F91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>Upoważniamy Zamawiającego (bądź uprawnionych przedstawicieli) do przeprowadzenia wszelkich badań mających na celu sprawdzenie zaświadczeń, dokumentów i przedłożonych informacji oraz do wyjaśnienia każdych aspektów naszej oferty.</w:t>
      </w:r>
    </w:p>
    <w:p w14:paraId="57019613" w14:textId="77777777" w:rsidR="005529C0" w:rsidRPr="0016413B" w:rsidRDefault="005529C0" w:rsidP="00504CCC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>Oświadczamy, iż wszystkie informacje zamieszczone w ofercie są prawdziwe (za składanie nieprawdziwych informacji Wykonawca odpowiada zgodnie z art. 297 KK).</w:t>
      </w:r>
    </w:p>
    <w:p w14:paraId="6984947D" w14:textId="77777777" w:rsidR="00945CEE" w:rsidRDefault="00945CEE" w:rsidP="00504CCC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>Oświadczamy, że jesteśmy (należy wstawić znak X przy właściwej kategorii przedsiębiorstwa):</w:t>
      </w:r>
    </w:p>
    <w:tbl>
      <w:tblPr>
        <w:tblW w:w="0" w:type="auto"/>
        <w:tblInd w:w="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6"/>
        <w:gridCol w:w="1046"/>
      </w:tblGrid>
      <w:tr w:rsidR="00945CEE" w:rsidRPr="00EF3E4A" w14:paraId="06B32134" w14:textId="77777777" w:rsidTr="00945CEE">
        <w:tc>
          <w:tcPr>
            <w:tcW w:w="6466" w:type="dxa"/>
          </w:tcPr>
          <w:p w14:paraId="1E4173ED" w14:textId="77777777" w:rsidR="00945CEE" w:rsidRPr="00945CEE" w:rsidRDefault="00945CEE" w:rsidP="00334EB5">
            <w:pPr>
              <w:ind w:left="567" w:hanging="391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945CE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Mikroprzedsiębiorstwo</w:t>
            </w:r>
          </w:p>
        </w:tc>
        <w:tc>
          <w:tcPr>
            <w:tcW w:w="1046" w:type="dxa"/>
          </w:tcPr>
          <w:p w14:paraId="50090FE2" w14:textId="77777777" w:rsidR="00945CEE" w:rsidRPr="00EF3E4A" w:rsidRDefault="00945CEE" w:rsidP="00334EB5">
            <w:pPr>
              <w:ind w:left="567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945CEE" w:rsidRPr="00EF3E4A" w14:paraId="751B9FF2" w14:textId="77777777" w:rsidTr="00945CEE">
        <w:tc>
          <w:tcPr>
            <w:tcW w:w="6466" w:type="dxa"/>
          </w:tcPr>
          <w:p w14:paraId="210D820A" w14:textId="77777777" w:rsidR="00945CEE" w:rsidRPr="00945CEE" w:rsidRDefault="00945CEE" w:rsidP="00334EB5">
            <w:pPr>
              <w:ind w:left="567" w:hanging="391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945CE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Małe przedsiębiorstwo</w:t>
            </w:r>
          </w:p>
        </w:tc>
        <w:tc>
          <w:tcPr>
            <w:tcW w:w="1046" w:type="dxa"/>
          </w:tcPr>
          <w:p w14:paraId="1E426B50" w14:textId="77777777" w:rsidR="00945CEE" w:rsidRPr="00EF3E4A" w:rsidRDefault="00945CEE" w:rsidP="00334EB5">
            <w:pPr>
              <w:ind w:left="567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945CEE" w:rsidRPr="00EF3E4A" w14:paraId="40E45592" w14:textId="77777777" w:rsidTr="00945CEE">
        <w:tc>
          <w:tcPr>
            <w:tcW w:w="6466" w:type="dxa"/>
          </w:tcPr>
          <w:p w14:paraId="3FD3F67C" w14:textId="77777777" w:rsidR="00945CEE" w:rsidRPr="00945CEE" w:rsidRDefault="00945CEE" w:rsidP="00334EB5">
            <w:pPr>
              <w:ind w:left="567" w:hanging="391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945CE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Średnie przedsiębiorstwo</w:t>
            </w:r>
          </w:p>
        </w:tc>
        <w:tc>
          <w:tcPr>
            <w:tcW w:w="1046" w:type="dxa"/>
          </w:tcPr>
          <w:p w14:paraId="41A3B85B" w14:textId="77777777" w:rsidR="00945CEE" w:rsidRPr="00EF3E4A" w:rsidRDefault="00945CEE" w:rsidP="00334EB5">
            <w:pPr>
              <w:ind w:left="567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945CEE" w:rsidRPr="00EF3E4A" w14:paraId="5C3765EA" w14:textId="77777777" w:rsidTr="00945CEE">
        <w:tc>
          <w:tcPr>
            <w:tcW w:w="6466" w:type="dxa"/>
          </w:tcPr>
          <w:p w14:paraId="12B3AC11" w14:textId="77777777" w:rsidR="00945CEE" w:rsidRPr="00945CEE" w:rsidRDefault="00945CEE" w:rsidP="00334EB5">
            <w:pPr>
              <w:ind w:left="567" w:hanging="391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945CEE">
              <w:rPr>
                <w:rFonts w:ascii="Calibri" w:hAnsi="Calibri" w:cs="Calibri"/>
                <w:sz w:val="20"/>
                <w:szCs w:val="20"/>
              </w:rPr>
              <w:t>Osoba prowadząca jednoosobową działalnością gospodarczą</w:t>
            </w:r>
          </w:p>
        </w:tc>
        <w:tc>
          <w:tcPr>
            <w:tcW w:w="1046" w:type="dxa"/>
          </w:tcPr>
          <w:p w14:paraId="11DCBC7B" w14:textId="77777777" w:rsidR="00945CEE" w:rsidRPr="00EF3E4A" w:rsidRDefault="00945CEE" w:rsidP="00334EB5">
            <w:pPr>
              <w:ind w:left="567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945CEE" w:rsidRPr="00EF3E4A" w14:paraId="3E52F419" w14:textId="77777777" w:rsidTr="00945CEE">
        <w:tc>
          <w:tcPr>
            <w:tcW w:w="6466" w:type="dxa"/>
          </w:tcPr>
          <w:p w14:paraId="544DBACB" w14:textId="77777777" w:rsidR="00945CEE" w:rsidRPr="00945CEE" w:rsidRDefault="00945CEE" w:rsidP="00334EB5">
            <w:pPr>
              <w:ind w:left="567" w:hanging="391"/>
              <w:rPr>
                <w:rFonts w:ascii="Calibri" w:hAnsi="Calibri" w:cs="Calibri"/>
                <w:sz w:val="20"/>
                <w:szCs w:val="20"/>
              </w:rPr>
            </w:pPr>
            <w:r w:rsidRPr="00945CEE">
              <w:rPr>
                <w:rFonts w:ascii="Calibri" w:hAnsi="Calibri" w:cs="Calibri"/>
                <w:sz w:val="20"/>
                <w:szCs w:val="20"/>
              </w:rPr>
              <w:t>Osoba fizyczna nieprowadząca działalności gospodarczej</w:t>
            </w:r>
          </w:p>
        </w:tc>
        <w:tc>
          <w:tcPr>
            <w:tcW w:w="1046" w:type="dxa"/>
          </w:tcPr>
          <w:p w14:paraId="4503D018" w14:textId="77777777" w:rsidR="00945CEE" w:rsidRPr="00EF3E4A" w:rsidRDefault="00945CEE" w:rsidP="00334EB5">
            <w:pPr>
              <w:ind w:left="567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945CEE" w:rsidRPr="00EF3E4A" w14:paraId="3B208943" w14:textId="77777777" w:rsidTr="00945CEE">
        <w:tc>
          <w:tcPr>
            <w:tcW w:w="6466" w:type="dxa"/>
          </w:tcPr>
          <w:p w14:paraId="0F6B3296" w14:textId="77777777" w:rsidR="00945CEE" w:rsidRPr="00945CEE" w:rsidRDefault="00945CEE" w:rsidP="00334EB5">
            <w:pPr>
              <w:ind w:left="567" w:hanging="391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945CE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Duże przedsiębiorstwo </w:t>
            </w:r>
          </w:p>
        </w:tc>
        <w:tc>
          <w:tcPr>
            <w:tcW w:w="1046" w:type="dxa"/>
          </w:tcPr>
          <w:p w14:paraId="1E804D41" w14:textId="77777777" w:rsidR="00945CEE" w:rsidRPr="00EF3E4A" w:rsidRDefault="00945CEE" w:rsidP="00334EB5">
            <w:pPr>
              <w:ind w:left="567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945CEE" w:rsidRPr="00EF3E4A" w14:paraId="31A89A67" w14:textId="77777777" w:rsidTr="00945CEE">
        <w:tc>
          <w:tcPr>
            <w:tcW w:w="6466" w:type="dxa"/>
          </w:tcPr>
          <w:p w14:paraId="6A3E903A" w14:textId="77777777" w:rsidR="00945CEE" w:rsidRPr="00945CEE" w:rsidRDefault="00945CEE" w:rsidP="00334EB5">
            <w:pPr>
              <w:ind w:left="567" w:hanging="391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945CE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Inne</w:t>
            </w:r>
          </w:p>
        </w:tc>
        <w:tc>
          <w:tcPr>
            <w:tcW w:w="1046" w:type="dxa"/>
          </w:tcPr>
          <w:p w14:paraId="7D2FE672" w14:textId="77777777" w:rsidR="00945CEE" w:rsidRPr="00EF3E4A" w:rsidRDefault="00945CEE" w:rsidP="00334EB5">
            <w:pPr>
              <w:ind w:left="567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</w:tbl>
    <w:p w14:paraId="0115C962" w14:textId="77777777" w:rsidR="00945CEE" w:rsidRPr="00C37471" w:rsidRDefault="00945CEE" w:rsidP="00945CEE">
      <w:pPr>
        <w:ind w:left="360"/>
        <w:rPr>
          <w:rFonts w:ascii="Calibri" w:hAnsi="Calibri" w:cs="Calibri"/>
          <w:b/>
          <w:i/>
          <w:sz w:val="18"/>
        </w:rPr>
      </w:pPr>
      <w:r w:rsidRPr="00C37471">
        <w:rPr>
          <w:rFonts w:ascii="Calibri" w:hAnsi="Calibri" w:cs="Calibri"/>
          <w:b/>
          <w:i/>
          <w:sz w:val="18"/>
        </w:rPr>
        <w:t>Powyższa informacja ma wyłącznie charakter statystyczny.</w:t>
      </w:r>
    </w:p>
    <w:p w14:paraId="3BDB54BF" w14:textId="77777777" w:rsidR="00945CEE" w:rsidRPr="00C37471" w:rsidRDefault="00945CEE" w:rsidP="00945CEE">
      <w:pPr>
        <w:tabs>
          <w:tab w:val="left" w:pos="357"/>
        </w:tabs>
        <w:ind w:left="357"/>
        <w:jc w:val="both"/>
        <w:rPr>
          <w:rFonts w:ascii="Calibri" w:hAnsi="Calibri" w:cs="Calibri"/>
          <w:i/>
          <w:sz w:val="18"/>
        </w:rPr>
      </w:pPr>
      <w:r w:rsidRPr="00C37471">
        <w:rPr>
          <w:rFonts w:ascii="Calibri" w:hAnsi="Calibri" w:cs="Calibri"/>
          <w:b/>
          <w:i/>
          <w:sz w:val="18"/>
        </w:rPr>
        <w:t>Mikroprzedsiębiorstwo:</w:t>
      </w:r>
      <w:r w:rsidRPr="00C37471">
        <w:rPr>
          <w:rFonts w:ascii="Calibri" w:hAnsi="Calibri" w:cs="Calibri"/>
          <w:i/>
          <w:sz w:val="18"/>
        </w:rPr>
        <w:t xml:space="preserve"> przedsiębiorstwo, które zatrudnia mniej niż 10 osób i którego roczny obrót lub roczna suma bilansowa nie przekracza 2 milionów EUR.</w:t>
      </w:r>
    </w:p>
    <w:p w14:paraId="684EFA4D" w14:textId="77777777" w:rsidR="00945CEE" w:rsidRPr="00C37471" w:rsidRDefault="00945CEE" w:rsidP="00945CEE">
      <w:pPr>
        <w:tabs>
          <w:tab w:val="left" w:pos="357"/>
        </w:tabs>
        <w:ind w:left="357"/>
        <w:jc w:val="both"/>
        <w:rPr>
          <w:rFonts w:ascii="Calibri" w:hAnsi="Calibri" w:cs="Calibri"/>
          <w:i/>
          <w:sz w:val="18"/>
        </w:rPr>
      </w:pPr>
      <w:r w:rsidRPr="00C37471">
        <w:rPr>
          <w:rFonts w:ascii="Calibri" w:hAnsi="Calibri" w:cs="Calibri"/>
          <w:b/>
          <w:i/>
          <w:sz w:val="18"/>
        </w:rPr>
        <w:t>Małe przedsiębiorstwo:</w:t>
      </w:r>
      <w:r w:rsidRPr="00C37471">
        <w:rPr>
          <w:rFonts w:ascii="Calibri" w:hAnsi="Calibri" w:cs="Calibri"/>
          <w:i/>
          <w:sz w:val="18"/>
        </w:rPr>
        <w:t xml:space="preserve"> przedsiębiorstwo, które zatrudnia mniej niż 50 osób i którego roczny obrót lub roczna suma bilansowa nie przekracza 10 milionów EUR.</w:t>
      </w:r>
    </w:p>
    <w:p w14:paraId="38E55C40" w14:textId="77777777" w:rsidR="00945CEE" w:rsidRPr="00C37471" w:rsidRDefault="00945CEE" w:rsidP="00945CEE">
      <w:pPr>
        <w:tabs>
          <w:tab w:val="left" w:pos="357"/>
        </w:tabs>
        <w:ind w:left="357"/>
        <w:jc w:val="both"/>
        <w:rPr>
          <w:rFonts w:ascii="Calibri" w:hAnsi="Calibri" w:cs="Calibri"/>
          <w:i/>
          <w:sz w:val="18"/>
        </w:rPr>
      </w:pPr>
      <w:r w:rsidRPr="00C37471">
        <w:rPr>
          <w:rFonts w:ascii="Calibri" w:hAnsi="Calibri" w:cs="Calibri"/>
          <w:b/>
          <w:i/>
          <w:sz w:val="18"/>
        </w:rPr>
        <w:t>Średnie przedsiębiorstwa:</w:t>
      </w:r>
      <w:r w:rsidRPr="00C37471">
        <w:rPr>
          <w:rFonts w:ascii="Calibri" w:hAnsi="Calibri" w:cs="Calibri"/>
          <w:i/>
          <w:sz w:val="18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 milionów EUR.</w:t>
      </w:r>
    </w:p>
    <w:p w14:paraId="5210DBE4" w14:textId="77777777" w:rsidR="00945CEE" w:rsidRPr="00C37471" w:rsidRDefault="00945CEE" w:rsidP="008B2993">
      <w:pPr>
        <w:spacing w:after="120"/>
        <w:ind w:left="357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C37471">
        <w:rPr>
          <w:rFonts w:ascii="Calibri" w:hAnsi="Calibri" w:cs="Calibri"/>
          <w:i/>
          <w:sz w:val="18"/>
          <w:szCs w:val="18"/>
          <w:lang w:eastAsia="ar-SA"/>
        </w:rPr>
        <w:t xml:space="preserve">W przypadku Wykonawców wspólnie ubiegających się zamówienie należy uwzględnić kategorię przedsiębiorstwa lidera konsorcjum. </w:t>
      </w:r>
    </w:p>
    <w:p w14:paraId="7DF72F28" w14:textId="77777777" w:rsidR="00214E4C" w:rsidRPr="00504CCC" w:rsidRDefault="005529C0" w:rsidP="00AF2F91">
      <w:pPr>
        <w:pStyle w:val="Akapitzlist"/>
        <w:numPr>
          <w:ilvl w:val="0"/>
          <w:numId w:val="28"/>
        </w:numPr>
        <w:spacing w:before="120" w:after="120" w:line="276" w:lineRule="auto"/>
        <w:ind w:left="425" w:hanging="425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504CCC">
        <w:rPr>
          <w:rFonts w:asciiTheme="minorHAnsi" w:hAnsiTheme="minorHAnsi" w:cstheme="minorHAnsi"/>
          <w:sz w:val="22"/>
          <w:szCs w:val="22"/>
        </w:rPr>
        <w:lastRenderedPageBreak/>
        <w:t>Oświadczamy, że wypełniliśmy obowiązki informacyjne przewidziane w art. 13 lub art. 14 RODO</w:t>
      </w:r>
      <w:r w:rsidRPr="00504CCC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504CCC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504CCC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504CCC">
        <w:rPr>
          <w:rFonts w:asciiTheme="minorHAnsi" w:hAnsiTheme="minorHAnsi" w:cstheme="minorHAnsi"/>
          <w:sz w:val="22"/>
          <w:szCs w:val="22"/>
        </w:rPr>
        <w:t>.*</w:t>
      </w:r>
    </w:p>
    <w:p w14:paraId="16A1193F" w14:textId="1A13A03E" w:rsidR="005529C0" w:rsidRPr="00504CCC" w:rsidRDefault="005529C0" w:rsidP="00AF2F91">
      <w:pPr>
        <w:pStyle w:val="Akapitzlist"/>
        <w:numPr>
          <w:ilvl w:val="0"/>
          <w:numId w:val="28"/>
        </w:numPr>
        <w:spacing w:before="120" w:after="120" w:line="276" w:lineRule="auto"/>
        <w:ind w:left="425" w:hanging="425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504CCC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</w:t>
      </w:r>
      <w:r w:rsidR="00857066" w:rsidRPr="00504CCC">
        <w:rPr>
          <w:rFonts w:asciiTheme="minorHAnsi" w:hAnsiTheme="minorHAnsi" w:cstheme="minorHAnsi"/>
          <w:sz w:val="22"/>
          <w:szCs w:val="22"/>
        </w:rPr>
        <w:t xml:space="preserve"> 2022</w:t>
      </w:r>
      <w:r w:rsidRPr="00504CCC">
        <w:rPr>
          <w:rFonts w:asciiTheme="minorHAnsi" w:hAnsiTheme="minorHAnsi" w:cstheme="minorHAnsi"/>
          <w:sz w:val="22"/>
          <w:szCs w:val="22"/>
        </w:rPr>
        <w:t xml:space="preserve"> poz. 835)</w:t>
      </w:r>
      <w:r w:rsidRPr="00504CCC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Pr="00504CCC">
        <w:rPr>
          <w:rFonts w:asciiTheme="minorHAnsi" w:hAnsiTheme="minorHAnsi" w:cstheme="minorHAnsi"/>
          <w:sz w:val="22"/>
          <w:szCs w:val="22"/>
          <w:vertAlign w:val="superscript"/>
        </w:rPr>
        <w:t>.</w:t>
      </w:r>
      <w:r w:rsidRPr="00504CC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23D83E8" w14:textId="77777777" w:rsidR="00155683" w:rsidRPr="00504CCC" w:rsidRDefault="00155683" w:rsidP="00155683">
      <w:pPr>
        <w:pStyle w:val="Akapitzlist"/>
        <w:numPr>
          <w:ilvl w:val="0"/>
          <w:numId w:val="28"/>
        </w:numPr>
        <w:spacing w:before="120" w:after="120" w:line="276" w:lineRule="auto"/>
        <w:ind w:left="425" w:hanging="425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504CCC">
        <w:rPr>
          <w:rFonts w:asciiTheme="minorHAnsi" w:hAnsiTheme="minorHAnsi" w:cstheme="minorHAnsi"/>
          <w:sz w:val="22"/>
          <w:szCs w:val="22"/>
        </w:rPr>
        <w:t>Żadna z informacji zawarta w ofercie nie stanowi tajemnicy przedsiębiorstwa* / Informacje zawarte w pliku oznaczonym jako ……………………. stanowią tajemnicę przedsiębiorstwa*:</w:t>
      </w:r>
    </w:p>
    <w:p w14:paraId="5CFA17BF" w14:textId="77777777" w:rsidR="00155683" w:rsidRPr="00504CCC" w:rsidRDefault="00155683" w:rsidP="00504CCC">
      <w:pPr>
        <w:pStyle w:val="Akapitzlist"/>
        <w:spacing w:before="120" w:line="276" w:lineRule="auto"/>
        <w:ind w:left="425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504CCC">
        <w:rPr>
          <w:rFonts w:asciiTheme="minorHAnsi" w:hAnsiTheme="minorHAnsi" w:cstheme="minorHAnsi"/>
          <w:sz w:val="22"/>
          <w:szCs w:val="22"/>
        </w:rPr>
        <w:t>Uzasadnienie, że zastrzeżone informacje stanowią tajemnicę przedsiębiorstwa:*</w:t>
      </w:r>
    </w:p>
    <w:p w14:paraId="016DEAA2" w14:textId="77777777" w:rsidR="00155683" w:rsidRPr="00504CCC" w:rsidRDefault="00155683" w:rsidP="00504CCC">
      <w:pPr>
        <w:pStyle w:val="Akapitzlist"/>
        <w:spacing w:after="120" w:line="276" w:lineRule="auto"/>
        <w:ind w:left="425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504CC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3D5255E9" w14:textId="0BFE2C53" w:rsidR="00634835" w:rsidRPr="00504CCC" w:rsidRDefault="00634835" w:rsidP="004D12F4">
      <w:pPr>
        <w:pStyle w:val="Akapitzlist"/>
        <w:numPr>
          <w:ilvl w:val="0"/>
          <w:numId w:val="28"/>
        </w:numPr>
        <w:spacing w:line="276" w:lineRule="auto"/>
        <w:ind w:left="426" w:hanging="426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504CCC">
        <w:rPr>
          <w:rFonts w:asciiTheme="minorHAnsi" w:hAnsiTheme="minorHAnsi" w:cstheme="minorHAnsi"/>
          <w:sz w:val="22"/>
          <w:szCs w:val="22"/>
        </w:rPr>
        <w:t>Do oferty załączone zostały następujące oświadczenia i dokumenty:</w:t>
      </w:r>
    </w:p>
    <w:p w14:paraId="1AB6A530" w14:textId="77777777" w:rsidR="00634835" w:rsidRPr="00504CCC" w:rsidRDefault="005529C0" w:rsidP="00B942F3">
      <w:pPr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04CCC">
        <w:rPr>
          <w:rFonts w:asciiTheme="minorHAnsi" w:hAnsiTheme="minorHAnsi" w:cstheme="minorHAnsi"/>
          <w:sz w:val="22"/>
          <w:szCs w:val="22"/>
        </w:rPr>
        <w:t>P</w:t>
      </w:r>
      <w:r w:rsidR="00634835" w:rsidRPr="00504CCC">
        <w:rPr>
          <w:rFonts w:asciiTheme="minorHAnsi" w:hAnsiTheme="minorHAnsi" w:cstheme="minorHAnsi"/>
          <w:sz w:val="22"/>
          <w:szCs w:val="22"/>
        </w:rPr>
        <w:t>ełnomocnictwo*;</w:t>
      </w:r>
    </w:p>
    <w:p w14:paraId="6BEBD83C" w14:textId="77777777" w:rsidR="00634835" w:rsidRPr="00504CCC" w:rsidRDefault="00634835" w:rsidP="00B942F3">
      <w:pPr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04CCC">
        <w:rPr>
          <w:rFonts w:asciiTheme="minorHAnsi" w:hAnsiTheme="minorHAnsi" w:cstheme="minorHAnsi"/>
          <w:sz w:val="22"/>
          <w:szCs w:val="22"/>
        </w:rPr>
        <w:t>Odpis z właściwego rejestru;</w:t>
      </w:r>
    </w:p>
    <w:p w14:paraId="23A14DB0" w14:textId="72C12B6E" w:rsidR="00842B5E" w:rsidRPr="00504CCC" w:rsidRDefault="00842B5E" w:rsidP="00B942F3">
      <w:pPr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04CCC">
        <w:rPr>
          <w:rFonts w:asciiTheme="minorHAnsi" w:hAnsiTheme="minorHAnsi" w:cstheme="minorHAnsi"/>
          <w:b/>
          <w:bCs/>
          <w:sz w:val="22"/>
          <w:szCs w:val="22"/>
        </w:rPr>
        <w:t xml:space="preserve">Specyfikacja techniczna </w:t>
      </w:r>
      <w:r w:rsidRPr="00504CCC">
        <w:rPr>
          <w:rFonts w:asciiTheme="minorHAnsi" w:hAnsiTheme="minorHAnsi" w:cstheme="minorHAnsi"/>
          <w:sz w:val="22"/>
          <w:szCs w:val="22"/>
        </w:rPr>
        <w:t>i/lub</w:t>
      </w:r>
      <w:r w:rsidRPr="00504CCC">
        <w:rPr>
          <w:rFonts w:asciiTheme="minorHAnsi" w:hAnsiTheme="minorHAnsi" w:cstheme="minorHAnsi"/>
          <w:b/>
          <w:bCs/>
          <w:sz w:val="22"/>
          <w:szCs w:val="22"/>
        </w:rPr>
        <w:t xml:space="preserve"> karta katalogowa</w:t>
      </w:r>
      <w:r w:rsidRPr="00504CCC">
        <w:rPr>
          <w:rFonts w:asciiTheme="minorHAnsi" w:hAnsiTheme="minorHAnsi" w:cstheme="minorHAnsi"/>
          <w:sz w:val="22"/>
          <w:szCs w:val="22"/>
        </w:rPr>
        <w:t xml:space="preserve"> i/lub </w:t>
      </w:r>
      <w:r w:rsidRPr="00504CCC">
        <w:rPr>
          <w:rFonts w:asciiTheme="minorHAnsi" w:hAnsiTheme="minorHAnsi" w:cstheme="minorHAnsi"/>
          <w:b/>
          <w:bCs/>
          <w:sz w:val="22"/>
          <w:szCs w:val="22"/>
        </w:rPr>
        <w:t>inne dokumenty</w:t>
      </w:r>
      <w:r w:rsidRPr="00504CCC">
        <w:rPr>
          <w:rFonts w:asciiTheme="minorHAnsi" w:hAnsiTheme="minorHAnsi" w:cstheme="minorHAnsi"/>
          <w:sz w:val="22"/>
          <w:szCs w:val="22"/>
        </w:rPr>
        <w:t xml:space="preserve"> dot. urządzenia zgodnie z pkt 22.3 lit. </w:t>
      </w:r>
      <w:r w:rsidR="00155683" w:rsidRPr="00504CCC">
        <w:rPr>
          <w:rFonts w:asciiTheme="minorHAnsi" w:hAnsiTheme="minorHAnsi" w:cstheme="minorHAnsi"/>
          <w:sz w:val="22"/>
          <w:szCs w:val="22"/>
        </w:rPr>
        <w:t>a</w:t>
      </w:r>
      <w:r w:rsidRPr="00504CCC">
        <w:rPr>
          <w:rFonts w:asciiTheme="minorHAnsi" w:hAnsiTheme="minorHAnsi" w:cstheme="minorHAnsi"/>
          <w:sz w:val="22"/>
          <w:szCs w:val="22"/>
        </w:rPr>
        <w:t>) SWZ;</w:t>
      </w:r>
    </w:p>
    <w:p w14:paraId="5F05CF53" w14:textId="77777777" w:rsidR="00043F4A" w:rsidRPr="00504CCC" w:rsidRDefault="00945D97" w:rsidP="00B942F3">
      <w:pPr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04CCC">
        <w:rPr>
          <w:rFonts w:asciiTheme="minorHAnsi" w:hAnsiTheme="minorHAnsi" w:cstheme="minorHAnsi"/>
          <w:sz w:val="22"/>
          <w:szCs w:val="22"/>
        </w:rPr>
        <w:t>Inne dokumenty:</w:t>
      </w:r>
    </w:p>
    <w:p w14:paraId="0E8340F1" w14:textId="73BFF1F8" w:rsidR="00634835" w:rsidRPr="00504CCC" w:rsidRDefault="00945D97" w:rsidP="00945CEE">
      <w:p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504CCC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</w:p>
    <w:p w14:paraId="499DE2DD" w14:textId="0E12E351" w:rsidR="00634835" w:rsidRPr="002E2278" w:rsidRDefault="00634835" w:rsidP="0016413B">
      <w:pPr>
        <w:pStyle w:val="Stopka"/>
        <w:tabs>
          <w:tab w:val="clear" w:pos="4536"/>
          <w:tab w:val="clear" w:pos="9072"/>
        </w:tabs>
        <w:jc w:val="right"/>
        <w:rPr>
          <w:rFonts w:asciiTheme="minorHAnsi" w:hAnsiTheme="minorHAnsi" w:cstheme="minorHAnsi"/>
        </w:rPr>
      </w:pPr>
      <w:r w:rsidRPr="002E2278">
        <w:rPr>
          <w:rFonts w:asciiTheme="minorHAnsi" w:hAnsiTheme="minorHAnsi" w:cstheme="minorHAnsi"/>
        </w:rPr>
        <w:t>.................................., dnia ...................</w:t>
      </w:r>
    </w:p>
    <w:p w14:paraId="49152442" w14:textId="77777777" w:rsidR="002C36A6" w:rsidRDefault="008B34C9" w:rsidP="001B237D">
      <w:pPr>
        <w:tabs>
          <w:tab w:val="left" w:pos="-2700"/>
        </w:tabs>
        <w:spacing w:after="12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2E2278">
        <w:rPr>
          <w:rFonts w:asciiTheme="minorHAnsi" w:hAnsiTheme="minorHAnsi" w:cstheme="minorHAnsi"/>
          <w:i/>
          <w:sz w:val="18"/>
          <w:szCs w:val="18"/>
        </w:rPr>
        <w:t xml:space="preserve">* </w:t>
      </w:r>
      <w:r w:rsidR="00634835" w:rsidRPr="002E2278">
        <w:rPr>
          <w:rFonts w:asciiTheme="minorHAnsi" w:hAnsiTheme="minorHAnsi" w:cstheme="minorHAnsi"/>
          <w:i/>
          <w:sz w:val="18"/>
          <w:szCs w:val="18"/>
        </w:rPr>
        <w:t>niepotrzebne skreślić</w:t>
      </w:r>
    </w:p>
    <w:p w14:paraId="124B118A" w14:textId="2FE1B087" w:rsidR="0012773A" w:rsidRPr="004C1FF0" w:rsidRDefault="0012773A" w:rsidP="0012773A">
      <w:pPr>
        <w:tabs>
          <w:tab w:val="left" w:pos="-2700"/>
        </w:tabs>
        <w:jc w:val="center"/>
        <w:rPr>
          <w:rFonts w:asciiTheme="minorHAnsi" w:hAnsiTheme="minorHAnsi" w:cstheme="minorHAnsi"/>
          <w:i/>
          <w:sz w:val="18"/>
          <w:szCs w:val="18"/>
        </w:rPr>
      </w:pPr>
      <w:r w:rsidRPr="004C1FF0">
        <w:rPr>
          <w:rFonts w:asciiTheme="minorHAnsi" w:hAnsiTheme="minorHAnsi" w:cstheme="minorHAnsi"/>
          <w:i/>
          <w:sz w:val="18"/>
          <w:szCs w:val="18"/>
        </w:rPr>
        <w:t>Uwaga! Wypełniony Formularz Oferty należy opatrzyć</w:t>
      </w:r>
      <w:r w:rsidR="00945CEE" w:rsidRPr="004C1FF0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4C1FF0">
        <w:rPr>
          <w:rFonts w:asciiTheme="minorHAnsi" w:hAnsiTheme="minorHAnsi" w:cstheme="minorHAnsi"/>
          <w:i/>
          <w:sz w:val="18"/>
          <w:szCs w:val="18"/>
        </w:rPr>
        <w:t>kwalifikowanym podpisem elektronicznym</w:t>
      </w:r>
    </w:p>
    <w:p w14:paraId="632F07B9" w14:textId="77777777" w:rsidR="00945CEE" w:rsidRPr="004C1FF0" w:rsidRDefault="0012773A" w:rsidP="00945CEE">
      <w:pPr>
        <w:tabs>
          <w:tab w:val="left" w:pos="-2700"/>
        </w:tabs>
        <w:jc w:val="center"/>
        <w:rPr>
          <w:rFonts w:asciiTheme="minorHAnsi" w:hAnsiTheme="minorHAnsi" w:cstheme="minorHAnsi"/>
          <w:i/>
          <w:sz w:val="18"/>
          <w:szCs w:val="18"/>
        </w:rPr>
      </w:pPr>
      <w:r w:rsidRPr="004C1FF0">
        <w:rPr>
          <w:rFonts w:asciiTheme="minorHAnsi" w:hAnsiTheme="minorHAnsi" w:cstheme="minorHAnsi"/>
          <w:i/>
          <w:sz w:val="18"/>
          <w:szCs w:val="18"/>
        </w:rPr>
        <w:t xml:space="preserve">lub podpisem zaufanym lub podpisem osobistym (podpis elektroniczny) lub podpisać w sposób opisany w pkt. </w:t>
      </w:r>
      <w:r w:rsidR="00857066" w:rsidRPr="004C1FF0">
        <w:rPr>
          <w:rFonts w:asciiTheme="minorHAnsi" w:hAnsiTheme="minorHAnsi" w:cstheme="minorHAnsi"/>
          <w:i/>
          <w:sz w:val="18"/>
          <w:szCs w:val="18"/>
        </w:rPr>
        <w:t>8.3</w:t>
      </w:r>
      <w:r w:rsidRPr="004C1FF0">
        <w:rPr>
          <w:rFonts w:asciiTheme="minorHAnsi" w:hAnsiTheme="minorHAnsi" w:cstheme="minorHAnsi"/>
          <w:i/>
          <w:sz w:val="18"/>
          <w:szCs w:val="18"/>
        </w:rPr>
        <w:t xml:space="preserve"> SWZ.</w:t>
      </w:r>
    </w:p>
    <w:p w14:paraId="77164013" w14:textId="689ECF71" w:rsidR="0012773A" w:rsidRPr="004C1FF0" w:rsidRDefault="0012773A" w:rsidP="00945CEE">
      <w:pPr>
        <w:tabs>
          <w:tab w:val="left" w:pos="-2700"/>
        </w:tabs>
        <w:jc w:val="center"/>
        <w:rPr>
          <w:rFonts w:asciiTheme="minorHAnsi" w:hAnsiTheme="minorHAnsi" w:cstheme="minorHAnsi"/>
          <w:i/>
          <w:sz w:val="18"/>
          <w:szCs w:val="18"/>
        </w:rPr>
      </w:pPr>
      <w:r w:rsidRPr="004C1FF0">
        <w:rPr>
          <w:rFonts w:asciiTheme="minorHAnsi" w:hAnsiTheme="minorHAnsi" w:cstheme="minorHAnsi"/>
          <w:i/>
          <w:sz w:val="18"/>
          <w:szCs w:val="18"/>
        </w:rPr>
        <w:t>Uwaga! Formularz ofertowy należy złożyć za pomocą Platformy zakupowej zgodnie</w:t>
      </w:r>
      <w:r w:rsidR="00504CCC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4C1FF0">
        <w:rPr>
          <w:rFonts w:asciiTheme="minorHAnsi" w:hAnsiTheme="minorHAnsi" w:cstheme="minorHAnsi"/>
          <w:i/>
          <w:sz w:val="18"/>
          <w:szCs w:val="18"/>
        </w:rPr>
        <w:t>z pkt. 12.1. SWZ.</w:t>
      </w:r>
    </w:p>
    <w:sectPr w:rsidR="0012773A" w:rsidRPr="004C1FF0" w:rsidSect="002A4EB4">
      <w:headerReference w:type="default" r:id="rId8"/>
      <w:footerReference w:type="default" r:id="rId9"/>
      <w:endnotePr>
        <w:numFmt w:val="decimal"/>
      </w:endnotePr>
      <w:pgSz w:w="16838" w:h="11906" w:orient="landscape" w:code="9"/>
      <w:pgMar w:top="1418" w:right="851" w:bottom="851" w:left="851" w:header="709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972C0" w14:textId="77777777" w:rsidR="002620D0" w:rsidRDefault="002620D0">
      <w:r>
        <w:separator/>
      </w:r>
    </w:p>
  </w:endnote>
  <w:endnote w:type="continuationSeparator" w:id="0">
    <w:p w14:paraId="6087659F" w14:textId="77777777" w:rsidR="002620D0" w:rsidRDefault="00262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0AE87" w14:textId="77777777" w:rsidR="0061692D" w:rsidRDefault="0061692D" w:rsidP="00263BF3">
    <w:pPr>
      <w:pStyle w:val="Stopka"/>
      <w:pBdr>
        <w:top w:val="single" w:sz="4" w:space="1" w:color="D9D9D9"/>
      </w:pBdr>
    </w:pPr>
    <w:r>
      <w:fldChar w:fldCharType="begin"/>
    </w:r>
    <w:r>
      <w:instrText xml:space="preserve"> PAGE   \* MERGEFORMAT </w:instrText>
    </w:r>
    <w:r>
      <w:fldChar w:fldCharType="separate"/>
    </w:r>
    <w:r w:rsidR="00AF6AFB" w:rsidRPr="00AF6AFB">
      <w:rPr>
        <w:b/>
        <w:noProof/>
      </w:rPr>
      <w:t>11</w:t>
    </w:r>
    <w:r>
      <w:fldChar w:fldCharType="end"/>
    </w:r>
    <w:r>
      <w:rPr>
        <w:b/>
      </w:rPr>
      <w:t xml:space="preserve"> | </w:t>
    </w:r>
    <w:r>
      <w:rPr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1818A" w14:textId="77777777" w:rsidR="002620D0" w:rsidRDefault="002620D0">
      <w:r>
        <w:separator/>
      </w:r>
    </w:p>
  </w:footnote>
  <w:footnote w:type="continuationSeparator" w:id="0">
    <w:p w14:paraId="5CDE921E" w14:textId="77777777" w:rsidR="002620D0" w:rsidRDefault="002620D0">
      <w:r>
        <w:continuationSeparator/>
      </w:r>
    </w:p>
  </w:footnote>
  <w:footnote w:id="1">
    <w:p w14:paraId="62FFE811" w14:textId="77777777" w:rsidR="005529C0" w:rsidRDefault="005529C0" w:rsidP="005529C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F2720E">
        <w:rPr>
          <w:rFonts w:ascii="Calibri" w:hAnsi="Calibri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7C6B8530" w14:textId="7E8D9D4D" w:rsidR="005529C0" w:rsidRPr="00480B40" w:rsidRDefault="005529C0" w:rsidP="00231131">
      <w:pPr>
        <w:pStyle w:val="Tekstprzypisudolnego"/>
        <w:jc w:val="both"/>
        <w:rPr>
          <w:rStyle w:val="Odwoanieprzypisudolnego"/>
        </w:rPr>
      </w:pPr>
      <w:r>
        <w:rPr>
          <w:rStyle w:val="Odwoanieprzypisudolnego"/>
        </w:rPr>
        <w:footnoteRef/>
      </w:r>
      <w:r>
        <w:t xml:space="preserve"> </w:t>
      </w:r>
      <w:r w:rsidRPr="00F2720E">
        <w:rPr>
          <w:rFonts w:ascii="Calibri" w:hAnsi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(poprzez jego wykreślenie).</w:t>
      </w:r>
    </w:p>
  </w:footnote>
  <w:footnote w:id="3">
    <w:p w14:paraId="43E17A66" w14:textId="77777777" w:rsidR="005529C0" w:rsidRPr="00E52683" w:rsidRDefault="005529C0" w:rsidP="005529C0">
      <w:pPr>
        <w:jc w:val="both"/>
        <w:rPr>
          <w:rFonts w:ascii="Calibri" w:hAnsi="Calibri"/>
          <w:sz w:val="16"/>
          <w:szCs w:val="16"/>
        </w:rPr>
      </w:pPr>
      <w:r w:rsidRPr="00480B40">
        <w:rPr>
          <w:rStyle w:val="Odwoanieprzypisudolnego"/>
          <w:sz w:val="20"/>
          <w:szCs w:val="20"/>
        </w:rPr>
        <w:footnoteRef/>
      </w:r>
      <w:r w:rsidRPr="00480B40">
        <w:rPr>
          <w:rStyle w:val="Odwoanieprzypisudolnego"/>
          <w:sz w:val="20"/>
          <w:szCs w:val="20"/>
        </w:rPr>
        <w:t xml:space="preserve"> </w:t>
      </w:r>
      <w:r w:rsidRPr="00E52683">
        <w:rPr>
          <w:rFonts w:ascii="Calibri" w:hAnsi="Calibri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wyklucza się:</w:t>
      </w:r>
    </w:p>
    <w:p w14:paraId="3C216D8D" w14:textId="77777777" w:rsidR="005529C0" w:rsidRPr="00E52683" w:rsidRDefault="005529C0" w:rsidP="005529C0">
      <w:pPr>
        <w:jc w:val="both"/>
        <w:rPr>
          <w:rFonts w:ascii="Calibri" w:hAnsi="Calibri"/>
          <w:sz w:val="16"/>
          <w:szCs w:val="16"/>
        </w:rPr>
      </w:pPr>
      <w:r w:rsidRPr="00E52683">
        <w:rPr>
          <w:rFonts w:ascii="Calibri" w:hAnsi="Calibri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749389" w14:textId="50A0820C" w:rsidR="005529C0" w:rsidRPr="00E52683" w:rsidRDefault="005529C0" w:rsidP="005529C0">
      <w:pPr>
        <w:jc w:val="both"/>
        <w:rPr>
          <w:rFonts w:ascii="Calibri" w:hAnsi="Calibri"/>
          <w:sz w:val="16"/>
          <w:szCs w:val="16"/>
        </w:rPr>
      </w:pPr>
      <w:r w:rsidRPr="00E52683">
        <w:rPr>
          <w:rFonts w:ascii="Calibri" w:hAnsi="Calibri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</w:t>
      </w:r>
      <w:r w:rsidR="00857066" w:rsidRPr="00A45E80">
        <w:rPr>
          <w:rFonts w:ascii="Calibri" w:hAnsi="Calibri"/>
          <w:sz w:val="16"/>
          <w:szCs w:val="16"/>
        </w:rPr>
        <w:t>(t.j. Dz. U. z 202</w:t>
      </w:r>
      <w:r w:rsidR="00BB7DD8">
        <w:rPr>
          <w:rFonts w:ascii="Calibri" w:hAnsi="Calibri"/>
          <w:sz w:val="16"/>
          <w:szCs w:val="16"/>
        </w:rPr>
        <w:t>5</w:t>
      </w:r>
      <w:r w:rsidR="00857066" w:rsidRPr="00A45E80">
        <w:rPr>
          <w:rFonts w:ascii="Calibri" w:hAnsi="Calibri"/>
          <w:sz w:val="16"/>
          <w:szCs w:val="16"/>
        </w:rPr>
        <w:t xml:space="preserve"> r. poz. </w:t>
      </w:r>
      <w:r w:rsidR="00BB7DD8">
        <w:rPr>
          <w:rFonts w:ascii="Calibri" w:hAnsi="Calibri"/>
          <w:sz w:val="16"/>
          <w:szCs w:val="16"/>
        </w:rPr>
        <w:t>644</w:t>
      </w:r>
      <w:r w:rsidR="00857066" w:rsidRPr="00A45E80">
        <w:rPr>
          <w:rFonts w:ascii="Calibri" w:hAnsi="Calibri"/>
          <w:sz w:val="16"/>
          <w:szCs w:val="16"/>
        </w:rPr>
        <w:t xml:space="preserve"> ze zm.)</w:t>
      </w:r>
      <w:r w:rsidR="00857066">
        <w:rPr>
          <w:rFonts w:ascii="Calibri" w:hAnsi="Calibri"/>
          <w:sz w:val="16"/>
          <w:szCs w:val="16"/>
        </w:rPr>
        <w:t xml:space="preserve"> </w:t>
      </w:r>
      <w:r w:rsidRPr="00E52683">
        <w:rPr>
          <w:rFonts w:ascii="Calibri" w:hAnsi="Calibri"/>
          <w:sz w:val="16"/>
          <w:szCs w:val="16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4CDC64" w14:textId="31B2123D" w:rsidR="005529C0" w:rsidRPr="00E52683" w:rsidRDefault="005529C0" w:rsidP="005529C0">
      <w:pPr>
        <w:jc w:val="both"/>
        <w:rPr>
          <w:rFonts w:ascii="Calibri" w:hAnsi="Calibri"/>
          <w:sz w:val="16"/>
          <w:szCs w:val="16"/>
        </w:rPr>
      </w:pPr>
      <w:r w:rsidRPr="00E52683">
        <w:rPr>
          <w:rFonts w:ascii="Calibri" w:hAnsi="Calibri"/>
          <w:sz w:val="16"/>
          <w:szCs w:val="16"/>
        </w:rPr>
        <w:t xml:space="preserve">3) wykonawcę oraz uczestnika konkursu, którego jednostką dominującą w rozumieniu art. 3 ust. 1 pkt 37 ustawy z dnia 29 września 1994 r. o rachunkowości </w:t>
      </w:r>
      <w:r w:rsidR="00857066" w:rsidRPr="009E172E">
        <w:rPr>
          <w:rFonts w:ascii="Calibri" w:hAnsi="Calibri"/>
          <w:sz w:val="20"/>
          <w:szCs w:val="20"/>
        </w:rPr>
        <w:t>(</w:t>
      </w:r>
      <w:r w:rsidR="00857066" w:rsidRPr="00A45E80">
        <w:rPr>
          <w:rFonts w:ascii="Calibri" w:hAnsi="Calibri"/>
          <w:sz w:val="16"/>
          <w:szCs w:val="16"/>
        </w:rPr>
        <w:t>Dz. U. z 2023 r. poz. 120 ze zm.)</w:t>
      </w:r>
      <w:r w:rsidRPr="00E52683">
        <w:rPr>
          <w:rFonts w:ascii="Calibri" w:hAnsi="Calibri"/>
          <w:sz w:val="16"/>
          <w:szCs w:val="16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69AA5" w14:textId="7EB9518D" w:rsidR="0061692D" w:rsidRPr="00E86393" w:rsidRDefault="00E86393" w:rsidP="00E86393">
    <w:pPr>
      <w:pStyle w:val="Nagwek"/>
      <w:jc w:val="right"/>
      <w:rPr>
        <w:rFonts w:asciiTheme="minorHAnsi" w:hAnsiTheme="minorHAnsi" w:cstheme="minorHAnsi"/>
        <w:i/>
        <w:iCs/>
      </w:rPr>
    </w:pPr>
    <w:r w:rsidRPr="00E86393">
      <w:rPr>
        <w:rFonts w:asciiTheme="minorHAnsi" w:hAnsiTheme="minorHAnsi" w:cstheme="minorHAnsi"/>
        <w:i/>
        <w:iCs/>
      </w:rPr>
      <w:t xml:space="preserve">Załącznik nr </w:t>
    </w:r>
    <w:r w:rsidR="00312CAE">
      <w:rPr>
        <w:rFonts w:asciiTheme="minorHAnsi" w:hAnsiTheme="minorHAnsi" w:cstheme="minorHAnsi"/>
        <w:i/>
        <w:iCs/>
      </w:rPr>
      <w:t>2</w:t>
    </w:r>
    <w:r w:rsidRPr="00E86393">
      <w:rPr>
        <w:rFonts w:asciiTheme="minorHAnsi" w:hAnsiTheme="minorHAnsi" w:cstheme="minorHAnsi"/>
        <w:i/>
        <w:iCs/>
      </w:rPr>
      <w:t xml:space="preserve"> do SWZ – EZP/</w:t>
    </w:r>
    <w:r w:rsidR="00AB10B9">
      <w:rPr>
        <w:rFonts w:asciiTheme="minorHAnsi" w:hAnsiTheme="minorHAnsi" w:cstheme="minorHAnsi"/>
        <w:i/>
        <w:iCs/>
      </w:rPr>
      <w:t>635</w:t>
    </w:r>
    <w:r w:rsidRPr="00E86393">
      <w:rPr>
        <w:rFonts w:asciiTheme="minorHAnsi" w:hAnsiTheme="minorHAnsi" w:cstheme="minorHAnsi"/>
        <w:i/>
        <w:iCs/>
      </w:rPr>
      <w:t>/202</w:t>
    </w:r>
    <w:r w:rsidR="008B2993">
      <w:rPr>
        <w:rFonts w:asciiTheme="minorHAnsi" w:hAnsiTheme="minorHAnsi" w:cstheme="minorHAnsi"/>
        <w:i/>
        <w:i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E3D26"/>
    <w:multiLevelType w:val="hybridMultilevel"/>
    <w:tmpl w:val="3F9A8C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B7F1C"/>
    <w:multiLevelType w:val="multilevel"/>
    <w:tmpl w:val="9F3A178E"/>
    <w:lvl w:ilvl="0">
      <w:start w:val="1"/>
      <w:numFmt w:val="decimal"/>
      <w:pStyle w:val="Styl1"/>
      <w:lvlText w:val="%1."/>
      <w:lvlJc w:val="left"/>
      <w:pPr>
        <w:tabs>
          <w:tab w:val="num" w:pos="0"/>
        </w:tabs>
        <w:ind w:left="502" w:hanging="360"/>
      </w:pPr>
      <w:rPr>
        <w:rFonts w:hint="default"/>
        <w:b/>
      </w:rPr>
    </w:lvl>
    <w:lvl w:ilvl="1">
      <w:start w:val="1"/>
      <w:numFmt w:val="none"/>
      <w:isLgl/>
      <w:lvlText w:val="3.2."/>
      <w:lvlJc w:val="left"/>
      <w:pPr>
        <w:tabs>
          <w:tab w:val="num" w:pos="0"/>
        </w:tabs>
        <w:ind w:left="1080" w:hanging="360"/>
      </w:pPr>
      <w:rPr>
        <w:rFonts w:ascii="Calibri" w:hAnsi="Calibri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2.%3."/>
      <w:lvlJc w:val="left"/>
      <w:pPr>
        <w:tabs>
          <w:tab w:val="num" w:pos="0"/>
        </w:tabs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2" w15:restartNumberingAfterBreak="0">
    <w:nsid w:val="157E4775"/>
    <w:multiLevelType w:val="multilevel"/>
    <w:tmpl w:val="1108AC0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1CB2558"/>
    <w:multiLevelType w:val="hybridMultilevel"/>
    <w:tmpl w:val="C3424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70CCD"/>
    <w:multiLevelType w:val="multilevel"/>
    <w:tmpl w:val="1FA42E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3AB910F7"/>
    <w:multiLevelType w:val="hybridMultilevel"/>
    <w:tmpl w:val="A6B84D6C"/>
    <w:lvl w:ilvl="0" w:tplc="798210AC">
      <w:start w:val="1"/>
      <w:numFmt w:val="decimal"/>
      <w:lvlText w:val="%1."/>
      <w:lvlJc w:val="left"/>
      <w:rPr>
        <w:rFonts w:ascii="Calibri" w:hAnsi="Calibri" w:cs="Tahoma" w:hint="default"/>
        <w:b w:val="0"/>
        <w:i/>
        <w:color w:val="auto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FD47B5D"/>
    <w:multiLevelType w:val="hybridMultilevel"/>
    <w:tmpl w:val="9528BE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A3615E"/>
    <w:multiLevelType w:val="multilevel"/>
    <w:tmpl w:val="A2BC78B2"/>
    <w:styleLink w:val="WWNum1"/>
    <w:lvl w:ilvl="0">
      <w:start w:val="14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12.%2"/>
      <w:lvlJc w:val="left"/>
      <w:rPr>
        <w:rFonts w:cs="Times New Roman"/>
        <w:b/>
      </w:rPr>
    </w:lvl>
    <w:lvl w:ilvl="2">
      <w:start w:val="1"/>
      <w:numFmt w:val="upperLetter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8" w15:restartNumberingAfterBreak="0">
    <w:nsid w:val="46904A06"/>
    <w:multiLevelType w:val="hybridMultilevel"/>
    <w:tmpl w:val="1D8AB7FE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9" w15:restartNumberingAfterBreak="0">
    <w:nsid w:val="48C200FD"/>
    <w:multiLevelType w:val="multilevel"/>
    <w:tmpl w:val="3BFCC5E2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0" w15:restartNumberingAfterBreak="0">
    <w:nsid w:val="4A0572F0"/>
    <w:multiLevelType w:val="hybridMultilevel"/>
    <w:tmpl w:val="807E03DC"/>
    <w:lvl w:ilvl="0" w:tplc="72CC889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311241"/>
    <w:multiLevelType w:val="hybridMultilevel"/>
    <w:tmpl w:val="D7988F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2574C0"/>
    <w:multiLevelType w:val="multilevel"/>
    <w:tmpl w:val="1FA42E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4FCC10BB"/>
    <w:multiLevelType w:val="hybridMultilevel"/>
    <w:tmpl w:val="1B04A9E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53A5343B"/>
    <w:multiLevelType w:val="hybridMultilevel"/>
    <w:tmpl w:val="11AC55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7325320"/>
    <w:multiLevelType w:val="hybridMultilevel"/>
    <w:tmpl w:val="54CA60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98458C1"/>
    <w:multiLevelType w:val="hybridMultilevel"/>
    <w:tmpl w:val="4D8AF70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2517F85"/>
    <w:multiLevelType w:val="hybridMultilevel"/>
    <w:tmpl w:val="83A49A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D3D074F"/>
    <w:multiLevelType w:val="hybridMultilevel"/>
    <w:tmpl w:val="06EE4DDA"/>
    <w:lvl w:ilvl="0" w:tplc="0809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F5E37C4"/>
    <w:multiLevelType w:val="hybridMultilevel"/>
    <w:tmpl w:val="91109C84"/>
    <w:lvl w:ilvl="0" w:tplc="017C467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EB4DD1"/>
    <w:multiLevelType w:val="hybridMultilevel"/>
    <w:tmpl w:val="18A02B0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34F70F4"/>
    <w:multiLevelType w:val="multilevel"/>
    <w:tmpl w:val="3D0A0D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761C552A"/>
    <w:multiLevelType w:val="multilevel"/>
    <w:tmpl w:val="F82667A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 w16cid:durableId="2098624061">
    <w:abstractNumId w:val="1"/>
  </w:num>
  <w:num w:numId="2" w16cid:durableId="1610746112">
    <w:abstractNumId w:val="17"/>
  </w:num>
  <w:num w:numId="3" w16cid:durableId="1713647733">
    <w:abstractNumId w:val="7"/>
    <w:lvlOverride w:ilvl="1">
      <w:lvl w:ilvl="1">
        <w:start w:val="1"/>
        <w:numFmt w:val="decimal"/>
        <w:lvlText w:val="12.%2"/>
        <w:lvlJc w:val="left"/>
        <w:rPr>
          <w:rFonts w:cs="Times New Roman"/>
          <w:b w:val="0"/>
          <w:sz w:val="22"/>
          <w:szCs w:val="22"/>
        </w:rPr>
      </w:lvl>
    </w:lvlOverride>
  </w:num>
  <w:num w:numId="4" w16cid:durableId="1207529066">
    <w:abstractNumId w:val="12"/>
  </w:num>
  <w:num w:numId="5" w16cid:durableId="976225400">
    <w:abstractNumId w:val="14"/>
  </w:num>
  <w:num w:numId="6" w16cid:durableId="6987452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80130334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56650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55446262">
    <w:abstractNumId w:val="19"/>
  </w:num>
  <w:num w:numId="10" w16cid:durableId="351106084">
    <w:abstractNumId w:val="0"/>
  </w:num>
  <w:num w:numId="11" w16cid:durableId="1292976010">
    <w:abstractNumId w:val="22"/>
  </w:num>
  <w:num w:numId="12" w16cid:durableId="1399861708">
    <w:abstractNumId w:val="8"/>
  </w:num>
  <w:num w:numId="13" w16cid:durableId="354813852">
    <w:abstractNumId w:val="1"/>
  </w:num>
  <w:num w:numId="14" w16cid:durableId="548735255">
    <w:abstractNumId w:val="1"/>
  </w:num>
  <w:num w:numId="15" w16cid:durableId="1436944488">
    <w:abstractNumId w:val="13"/>
  </w:num>
  <w:num w:numId="16" w16cid:durableId="8540787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8654792">
    <w:abstractNumId w:val="5"/>
  </w:num>
  <w:num w:numId="18" w16cid:durableId="967590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66159217">
    <w:abstractNumId w:val="6"/>
  </w:num>
  <w:num w:numId="20" w16cid:durableId="1876381028">
    <w:abstractNumId w:val="18"/>
  </w:num>
  <w:num w:numId="21" w16cid:durableId="668411358">
    <w:abstractNumId w:val="2"/>
  </w:num>
  <w:num w:numId="22" w16cid:durableId="1996299850">
    <w:abstractNumId w:val="3"/>
  </w:num>
  <w:num w:numId="23" w16cid:durableId="1037008302">
    <w:abstractNumId w:val="6"/>
    <w:lvlOverride w:ilvl="0">
      <w:startOverride w:val="1"/>
    </w:lvlOverride>
  </w:num>
  <w:num w:numId="24" w16cid:durableId="1035931996">
    <w:abstractNumId w:val="15"/>
  </w:num>
  <w:num w:numId="25" w16cid:durableId="802308366">
    <w:abstractNumId w:val="21"/>
  </w:num>
  <w:num w:numId="26" w16cid:durableId="2022931923">
    <w:abstractNumId w:val="11"/>
  </w:num>
  <w:num w:numId="27" w16cid:durableId="604927083">
    <w:abstractNumId w:val="7"/>
  </w:num>
  <w:num w:numId="28" w16cid:durableId="425466406">
    <w:abstractNumId w:val="10"/>
  </w:num>
  <w:num w:numId="29" w16cid:durableId="1386492858">
    <w:abstractNumId w:val="4"/>
  </w:num>
  <w:num w:numId="30" w16cid:durableId="304311642">
    <w:abstractNumId w:val="20"/>
  </w:num>
  <w:num w:numId="31" w16cid:durableId="715351462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736"/>
    <w:rsid w:val="000036A3"/>
    <w:rsid w:val="000118BD"/>
    <w:rsid w:val="000127EB"/>
    <w:rsid w:val="00014D23"/>
    <w:rsid w:val="0001535D"/>
    <w:rsid w:val="00020670"/>
    <w:rsid w:val="000222A4"/>
    <w:rsid w:val="0003123E"/>
    <w:rsid w:val="000314C3"/>
    <w:rsid w:val="00033EA6"/>
    <w:rsid w:val="00034C2C"/>
    <w:rsid w:val="000364BE"/>
    <w:rsid w:val="00037E45"/>
    <w:rsid w:val="000407EE"/>
    <w:rsid w:val="0004398A"/>
    <w:rsid w:val="00043F4A"/>
    <w:rsid w:val="00043FB9"/>
    <w:rsid w:val="0004779A"/>
    <w:rsid w:val="00050AEF"/>
    <w:rsid w:val="00051EE7"/>
    <w:rsid w:val="00053E4F"/>
    <w:rsid w:val="000552A3"/>
    <w:rsid w:val="000552F5"/>
    <w:rsid w:val="00056D47"/>
    <w:rsid w:val="00063810"/>
    <w:rsid w:val="00070042"/>
    <w:rsid w:val="00072564"/>
    <w:rsid w:val="00072F90"/>
    <w:rsid w:val="00075BE1"/>
    <w:rsid w:val="00082BB3"/>
    <w:rsid w:val="00092B2F"/>
    <w:rsid w:val="00093265"/>
    <w:rsid w:val="00095519"/>
    <w:rsid w:val="00096E14"/>
    <w:rsid w:val="000A59DB"/>
    <w:rsid w:val="000A7003"/>
    <w:rsid w:val="000B0393"/>
    <w:rsid w:val="000B293B"/>
    <w:rsid w:val="000B6EBF"/>
    <w:rsid w:val="000B7ACB"/>
    <w:rsid w:val="000C3505"/>
    <w:rsid w:val="000C482A"/>
    <w:rsid w:val="000C7787"/>
    <w:rsid w:val="000C7D6F"/>
    <w:rsid w:val="000D32FF"/>
    <w:rsid w:val="000E1228"/>
    <w:rsid w:val="000E305D"/>
    <w:rsid w:val="000E7EE3"/>
    <w:rsid w:val="000F74F4"/>
    <w:rsid w:val="00102402"/>
    <w:rsid w:val="00103F57"/>
    <w:rsid w:val="0010511F"/>
    <w:rsid w:val="0011152C"/>
    <w:rsid w:val="00113764"/>
    <w:rsid w:val="001152C4"/>
    <w:rsid w:val="00116AC0"/>
    <w:rsid w:val="0012066F"/>
    <w:rsid w:val="0012344F"/>
    <w:rsid w:val="00123ADE"/>
    <w:rsid w:val="00124828"/>
    <w:rsid w:val="0012773A"/>
    <w:rsid w:val="00134C59"/>
    <w:rsid w:val="00135839"/>
    <w:rsid w:val="00136698"/>
    <w:rsid w:val="001372CC"/>
    <w:rsid w:val="0013777B"/>
    <w:rsid w:val="001403B1"/>
    <w:rsid w:val="0014246C"/>
    <w:rsid w:val="00145A47"/>
    <w:rsid w:val="00146A47"/>
    <w:rsid w:val="00146C78"/>
    <w:rsid w:val="00147D7B"/>
    <w:rsid w:val="00151633"/>
    <w:rsid w:val="00152204"/>
    <w:rsid w:val="001525C5"/>
    <w:rsid w:val="00155100"/>
    <w:rsid w:val="00155683"/>
    <w:rsid w:val="00155FCC"/>
    <w:rsid w:val="00163694"/>
    <w:rsid w:val="00163AC9"/>
    <w:rsid w:val="00163D0B"/>
    <w:rsid w:val="0016413B"/>
    <w:rsid w:val="00166F43"/>
    <w:rsid w:val="00180500"/>
    <w:rsid w:val="0018433D"/>
    <w:rsid w:val="00184457"/>
    <w:rsid w:val="00185A16"/>
    <w:rsid w:val="00186DC8"/>
    <w:rsid w:val="00192E43"/>
    <w:rsid w:val="00193839"/>
    <w:rsid w:val="001979AA"/>
    <w:rsid w:val="001A0619"/>
    <w:rsid w:val="001A123C"/>
    <w:rsid w:val="001A1A72"/>
    <w:rsid w:val="001A1F52"/>
    <w:rsid w:val="001A20B5"/>
    <w:rsid w:val="001A3F23"/>
    <w:rsid w:val="001A5B6C"/>
    <w:rsid w:val="001B237D"/>
    <w:rsid w:val="001B51F5"/>
    <w:rsid w:val="001B5F5A"/>
    <w:rsid w:val="001B706D"/>
    <w:rsid w:val="001C325B"/>
    <w:rsid w:val="001C771C"/>
    <w:rsid w:val="001E06AB"/>
    <w:rsid w:val="001E1E08"/>
    <w:rsid w:val="001F1741"/>
    <w:rsid w:val="001F39C1"/>
    <w:rsid w:val="001F7142"/>
    <w:rsid w:val="002011F3"/>
    <w:rsid w:val="00201985"/>
    <w:rsid w:val="00203E13"/>
    <w:rsid w:val="00204236"/>
    <w:rsid w:val="00205D83"/>
    <w:rsid w:val="0021028D"/>
    <w:rsid w:val="00214E4C"/>
    <w:rsid w:val="002208C5"/>
    <w:rsid w:val="00225067"/>
    <w:rsid w:val="00231131"/>
    <w:rsid w:val="00235850"/>
    <w:rsid w:val="00236F68"/>
    <w:rsid w:val="00237598"/>
    <w:rsid w:val="00242CF2"/>
    <w:rsid w:val="00250362"/>
    <w:rsid w:val="00253736"/>
    <w:rsid w:val="002554B8"/>
    <w:rsid w:val="002561F6"/>
    <w:rsid w:val="002564AD"/>
    <w:rsid w:val="0025774D"/>
    <w:rsid w:val="0026103A"/>
    <w:rsid w:val="002620D0"/>
    <w:rsid w:val="00263BF3"/>
    <w:rsid w:val="0026405A"/>
    <w:rsid w:val="002658AC"/>
    <w:rsid w:val="00270E3D"/>
    <w:rsid w:val="0027256F"/>
    <w:rsid w:val="00274D15"/>
    <w:rsid w:val="00280A56"/>
    <w:rsid w:val="00282887"/>
    <w:rsid w:val="00282DF3"/>
    <w:rsid w:val="002837F1"/>
    <w:rsid w:val="00294672"/>
    <w:rsid w:val="002A345A"/>
    <w:rsid w:val="002A4EB4"/>
    <w:rsid w:val="002A5DAC"/>
    <w:rsid w:val="002A641F"/>
    <w:rsid w:val="002B266A"/>
    <w:rsid w:val="002B272D"/>
    <w:rsid w:val="002B39E4"/>
    <w:rsid w:val="002B3ED8"/>
    <w:rsid w:val="002B58AE"/>
    <w:rsid w:val="002B6FAE"/>
    <w:rsid w:val="002B73D1"/>
    <w:rsid w:val="002B7496"/>
    <w:rsid w:val="002C1CD9"/>
    <w:rsid w:val="002C264A"/>
    <w:rsid w:val="002C36A6"/>
    <w:rsid w:val="002C3999"/>
    <w:rsid w:val="002C5A09"/>
    <w:rsid w:val="002D2024"/>
    <w:rsid w:val="002D2816"/>
    <w:rsid w:val="002D3135"/>
    <w:rsid w:val="002D5437"/>
    <w:rsid w:val="002D5BCD"/>
    <w:rsid w:val="002D6F99"/>
    <w:rsid w:val="002D7DE4"/>
    <w:rsid w:val="002E2278"/>
    <w:rsid w:val="002E32BA"/>
    <w:rsid w:val="002E3447"/>
    <w:rsid w:val="002E389F"/>
    <w:rsid w:val="002E6612"/>
    <w:rsid w:val="002F33BB"/>
    <w:rsid w:val="00305EDA"/>
    <w:rsid w:val="00312CAE"/>
    <w:rsid w:val="00313E3F"/>
    <w:rsid w:val="003157A9"/>
    <w:rsid w:val="00320EC9"/>
    <w:rsid w:val="00320EF1"/>
    <w:rsid w:val="00321882"/>
    <w:rsid w:val="00335838"/>
    <w:rsid w:val="0034083D"/>
    <w:rsid w:val="00346300"/>
    <w:rsid w:val="00347E28"/>
    <w:rsid w:val="00353D5E"/>
    <w:rsid w:val="003559B3"/>
    <w:rsid w:val="003568D1"/>
    <w:rsid w:val="00357B0E"/>
    <w:rsid w:val="00362570"/>
    <w:rsid w:val="003728CD"/>
    <w:rsid w:val="003732B2"/>
    <w:rsid w:val="00380E12"/>
    <w:rsid w:val="00383820"/>
    <w:rsid w:val="003839C1"/>
    <w:rsid w:val="00385244"/>
    <w:rsid w:val="00390A68"/>
    <w:rsid w:val="00390F99"/>
    <w:rsid w:val="00391BA9"/>
    <w:rsid w:val="00392289"/>
    <w:rsid w:val="00397757"/>
    <w:rsid w:val="00397AEF"/>
    <w:rsid w:val="003A2B9F"/>
    <w:rsid w:val="003A4A27"/>
    <w:rsid w:val="003A6456"/>
    <w:rsid w:val="003B3AB9"/>
    <w:rsid w:val="003B43E7"/>
    <w:rsid w:val="003B57B3"/>
    <w:rsid w:val="003B6364"/>
    <w:rsid w:val="003C13B7"/>
    <w:rsid w:val="003C429F"/>
    <w:rsid w:val="003C5318"/>
    <w:rsid w:val="003D016B"/>
    <w:rsid w:val="003D085D"/>
    <w:rsid w:val="003D13B8"/>
    <w:rsid w:val="003D239F"/>
    <w:rsid w:val="003D5C42"/>
    <w:rsid w:val="003D5F81"/>
    <w:rsid w:val="003E01AD"/>
    <w:rsid w:val="003E27B8"/>
    <w:rsid w:val="003E4395"/>
    <w:rsid w:val="003E7B0F"/>
    <w:rsid w:val="003F0E33"/>
    <w:rsid w:val="003F3C60"/>
    <w:rsid w:val="003F4DCA"/>
    <w:rsid w:val="0040336C"/>
    <w:rsid w:val="00405007"/>
    <w:rsid w:val="00410165"/>
    <w:rsid w:val="00410D70"/>
    <w:rsid w:val="0041215E"/>
    <w:rsid w:val="00413CFD"/>
    <w:rsid w:val="004140D6"/>
    <w:rsid w:val="004158D2"/>
    <w:rsid w:val="00416664"/>
    <w:rsid w:val="00421CCB"/>
    <w:rsid w:val="00422385"/>
    <w:rsid w:val="00424E24"/>
    <w:rsid w:val="00425BEB"/>
    <w:rsid w:val="0043186B"/>
    <w:rsid w:val="00434F18"/>
    <w:rsid w:val="00435B43"/>
    <w:rsid w:val="00440580"/>
    <w:rsid w:val="0044699A"/>
    <w:rsid w:val="00446AEA"/>
    <w:rsid w:val="0046176D"/>
    <w:rsid w:val="0046281A"/>
    <w:rsid w:val="004742C7"/>
    <w:rsid w:val="00476BA7"/>
    <w:rsid w:val="00476FEA"/>
    <w:rsid w:val="004800FF"/>
    <w:rsid w:val="00480B40"/>
    <w:rsid w:val="004825B9"/>
    <w:rsid w:val="00485FE9"/>
    <w:rsid w:val="0048687F"/>
    <w:rsid w:val="00492981"/>
    <w:rsid w:val="00494317"/>
    <w:rsid w:val="004970F9"/>
    <w:rsid w:val="004A19CB"/>
    <w:rsid w:val="004A1FEE"/>
    <w:rsid w:val="004A3A2A"/>
    <w:rsid w:val="004A506C"/>
    <w:rsid w:val="004B20E0"/>
    <w:rsid w:val="004B3E9E"/>
    <w:rsid w:val="004B5D99"/>
    <w:rsid w:val="004B61B7"/>
    <w:rsid w:val="004B691B"/>
    <w:rsid w:val="004B6B85"/>
    <w:rsid w:val="004B7C57"/>
    <w:rsid w:val="004C0358"/>
    <w:rsid w:val="004C1FF0"/>
    <w:rsid w:val="004C2019"/>
    <w:rsid w:val="004C3676"/>
    <w:rsid w:val="004D12F4"/>
    <w:rsid w:val="004D2A9F"/>
    <w:rsid w:val="004D7984"/>
    <w:rsid w:val="004E5F81"/>
    <w:rsid w:val="004E7F6E"/>
    <w:rsid w:val="004F03E3"/>
    <w:rsid w:val="004F501C"/>
    <w:rsid w:val="00504CCC"/>
    <w:rsid w:val="00506570"/>
    <w:rsid w:val="00513ABE"/>
    <w:rsid w:val="0052310B"/>
    <w:rsid w:val="0052365F"/>
    <w:rsid w:val="005244F3"/>
    <w:rsid w:val="005269BE"/>
    <w:rsid w:val="00531025"/>
    <w:rsid w:val="005340A2"/>
    <w:rsid w:val="00535177"/>
    <w:rsid w:val="00535625"/>
    <w:rsid w:val="005363C7"/>
    <w:rsid w:val="005426A9"/>
    <w:rsid w:val="00542B56"/>
    <w:rsid w:val="00542BAD"/>
    <w:rsid w:val="00546E22"/>
    <w:rsid w:val="005476FE"/>
    <w:rsid w:val="00547F25"/>
    <w:rsid w:val="00552712"/>
    <w:rsid w:val="005529C0"/>
    <w:rsid w:val="00554783"/>
    <w:rsid w:val="00555D30"/>
    <w:rsid w:val="005650D1"/>
    <w:rsid w:val="005651D9"/>
    <w:rsid w:val="00566779"/>
    <w:rsid w:val="005667A5"/>
    <w:rsid w:val="00570A3C"/>
    <w:rsid w:val="0057796B"/>
    <w:rsid w:val="00585F05"/>
    <w:rsid w:val="00586976"/>
    <w:rsid w:val="0058776A"/>
    <w:rsid w:val="00590E1F"/>
    <w:rsid w:val="00591342"/>
    <w:rsid w:val="005924CF"/>
    <w:rsid w:val="00595401"/>
    <w:rsid w:val="005961D1"/>
    <w:rsid w:val="00597E13"/>
    <w:rsid w:val="005A16C6"/>
    <w:rsid w:val="005A5969"/>
    <w:rsid w:val="005A5C39"/>
    <w:rsid w:val="005A7F8D"/>
    <w:rsid w:val="005B3E61"/>
    <w:rsid w:val="005B46FE"/>
    <w:rsid w:val="005B4B70"/>
    <w:rsid w:val="005B71C8"/>
    <w:rsid w:val="005C2509"/>
    <w:rsid w:val="005C6AE0"/>
    <w:rsid w:val="005D713A"/>
    <w:rsid w:val="005D77B1"/>
    <w:rsid w:val="005D7945"/>
    <w:rsid w:val="005E4BE2"/>
    <w:rsid w:val="005E5989"/>
    <w:rsid w:val="005F0D1A"/>
    <w:rsid w:val="005F0E54"/>
    <w:rsid w:val="00610F2E"/>
    <w:rsid w:val="00614004"/>
    <w:rsid w:val="00614FE0"/>
    <w:rsid w:val="00615819"/>
    <w:rsid w:val="00615C8F"/>
    <w:rsid w:val="00616021"/>
    <w:rsid w:val="00616207"/>
    <w:rsid w:val="0061692D"/>
    <w:rsid w:val="006247D9"/>
    <w:rsid w:val="0062707F"/>
    <w:rsid w:val="006270A5"/>
    <w:rsid w:val="00627FAE"/>
    <w:rsid w:val="00631A6E"/>
    <w:rsid w:val="00632961"/>
    <w:rsid w:val="00633823"/>
    <w:rsid w:val="00634835"/>
    <w:rsid w:val="00642764"/>
    <w:rsid w:val="006532A9"/>
    <w:rsid w:val="00656CA5"/>
    <w:rsid w:val="00657647"/>
    <w:rsid w:val="00657D8F"/>
    <w:rsid w:val="006625A6"/>
    <w:rsid w:val="006637FA"/>
    <w:rsid w:val="00665719"/>
    <w:rsid w:val="00665E0D"/>
    <w:rsid w:val="006773E3"/>
    <w:rsid w:val="00682213"/>
    <w:rsid w:val="00683CD4"/>
    <w:rsid w:val="00685583"/>
    <w:rsid w:val="00687702"/>
    <w:rsid w:val="00690A95"/>
    <w:rsid w:val="00691B59"/>
    <w:rsid w:val="00691BF4"/>
    <w:rsid w:val="0069518A"/>
    <w:rsid w:val="006A18E5"/>
    <w:rsid w:val="006A39BF"/>
    <w:rsid w:val="006B19F9"/>
    <w:rsid w:val="006B23B2"/>
    <w:rsid w:val="006B518F"/>
    <w:rsid w:val="006B5D4F"/>
    <w:rsid w:val="006C0BD0"/>
    <w:rsid w:val="006C6B6F"/>
    <w:rsid w:val="006C710B"/>
    <w:rsid w:val="006D1C71"/>
    <w:rsid w:val="006D4B29"/>
    <w:rsid w:val="006D5E1C"/>
    <w:rsid w:val="006E7C00"/>
    <w:rsid w:val="006F4B81"/>
    <w:rsid w:val="006F518B"/>
    <w:rsid w:val="007023A3"/>
    <w:rsid w:val="00703633"/>
    <w:rsid w:val="007053F7"/>
    <w:rsid w:val="00705994"/>
    <w:rsid w:val="00706D5A"/>
    <w:rsid w:val="0070730E"/>
    <w:rsid w:val="00715A56"/>
    <w:rsid w:val="00717444"/>
    <w:rsid w:val="0072162D"/>
    <w:rsid w:val="00725364"/>
    <w:rsid w:val="00726CA5"/>
    <w:rsid w:val="00730287"/>
    <w:rsid w:val="007302C7"/>
    <w:rsid w:val="00730DBA"/>
    <w:rsid w:val="00731E57"/>
    <w:rsid w:val="007326FC"/>
    <w:rsid w:val="0073350C"/>
    <w:rsid w:val="0073381F"/>
    <w:rsid w:val="007456AA"/>
    <w:rsid w:val="007464DB"/>
    <w:rsid w:val="00746625"/>
    <w:rsid w:val="00747134"/>
    <w:rsid w:val="00747181"/>
    <w:rsid w:val="0074775A"/>
    <w:rsid w:val="00757143"/>
    <w:rsid w:val="00760D6A"/>
    <w:rsid w:val="007626E5"/>
    <w:rsid w:val="00770162"/>
    <w:rsid w:val="007702F8"/>
    <w:rsid w:val="007755A0"/>
    <w:rsid w:val="007779BB"/>
    <w:rsid w:val="00780631"/>
    <w:rsid w:val="007815F4"/>
    <w:rsid w:val="00781885"/>
    <w:rsid w:val="007843C2"/>
    <w:rsid w:val="00785C31"/>
    <w:rsid w:val="007869F7"/>
    <w:rsid w:val="00790E8A"/>
    <w:rsid w:val="00793F3B"/>
    <w:rsid w:val="007943FD"/>
    <w:rsid w:val="007A384D"/>
    <w:rsid w:val="007A4FCE"/>
    <w:rsid w:val="007B1D86"/>
    <w:rsid w:val="007B58B1"/>
    <w:rsid w:val="007C00FF"/>
    <w:rsid w:val="007C17F1"/>
    <w:rsid w:val="007C26A2"/>
    <w:rsid w:val="007C32D7"/>
    <w:rsid w:val="007C501F"/>
    <w:rsid w:val="007D0EE1"/>
    <w:rsid w:val="007D1402"/>
    <w:rsid w:val="007D3EAD"/>
    <w:rsid w:val="007D6A61"/>
    <w:rsid w:val="007D7ABB"/>
    <w:rsid w:val="007E068C"/>
    <w:rsid w:val="007E0A72"/>
    <w:rsid w:val="007E3318"/>
    <w:rsid w:val="007E4930"/>
    <w:rsid w:val="007F0F1B"/>
    <w:rsid w:val="007F3175"/>
    <w:rsid w:val="00802502"/>
    <w:rsid w:val="00805AD4"/>
    <w:rsid w:val="008079AC"/>
    <w:rsid w:val="008105FB"/>
    <w:rsid w:val="00810615"/>
    <w:rsid w:val="00811D75"/>
    <w:rsid w:val="00812933"/>
    <w:rsid w:val="00814780"/>
    <w:rsid w:val="0082123B"/>
    <w:rsid w:val="0082668C"/>
    <w:rsid w:val="00833C16"/>
    <w:rsid w:val="008344CA"/>
    <w:rsid w:val="0083484C"/>
    <w:rsid w:val="00835560"/>
    <w:rsid w:val="008377E0"/>
    <w:rsid w:val="008424D8"/>
    <w:rsid w:val="00842B5E"/>
    <w:rsid w:val="008458B4"/>
    <w:rsid w:val="00846ACF"/>
    <w:rsid w:val="008512DF"/>
    <w:rsid w:val="00856EE1"/>
    <w:rsid w:val="00857066"/>
    <w:rsid w:val="00863AD5"/>
    <w:rsid w:val="00865861"/>
    <w:rsid w:val="0087110B"/>
    <w:rsid w:val="00874908"/>
    <w:rsid w:val="00874A09"/>
    <w:rsid w:val="00876118"/>
    <w:rsid w:val="00880EBF"/>
    <w:rsid w:val="008819C6"/>
    <w:rsid w:val="00882046"/>
    <w:rsid w:val="00883397"/>
    <w:rsid w:val="00887F1F"/>
    <w:rsid w:val="00890349"/>
    <w:rsid w:val="00892BB6"/>
    <w:rsid w:val="00896190"/>
    <w:rsid w:val="008A290D"/>
    <w:rsid w:val="008A723A"/>
    <w:rsid w:val="008B1456"/>
    <w:rsid w:val="008B2993"/>
    <w:rsid w:val="008B34C9"/>
    <w:rsid w:val="008B3CFD"/>
    <w:rsid w:val="008B5AE5"/>
    <w:rsid w:val="008B72EF"/>
    <w:rsid w:val="008B79B1"/>
    <w:rsid w:val="008C71D1"/>
    <w:rsid w:val="008D0FA7"/>
    <w:rsid w:val="008D625B"/>
    <w:rsid w:val="008D6EE8"/>
    <w:rsid w:val="008F280C"/>
    <w:rsid w:val="008F3185"/>
    <w:rsid w:val="008F533B"/>
    <w:rsid w:val="008F5DC4"/>
    <w:rsid w:val="00910AB0"/>
    <w:rsid w:val="009123D0"/>
    <w:rsid w:val="0091746E"/>
    <w:rsid w:val="009221BB"/>
    <w:rsid w:val="00926C4C"/>
    <w:rsid w:val="00933F27"/>
    <w:rsid w:val="0094244E"/>
    <w:rsid w:val="00944A18"/>
    <w:rsid w:val="00945CEE"/>
    <w:rsid w:val="00945D97"/>
    <w:rsid w:val="0094690E"/>
    <w:rsid w:val="00947192"/>
    <w:rsid w:val="00947706"/>
    <w:rsid w:val="00952B49"/>
    <w:rsid w:val="009538E3"/>
    <w:rsid w:val="00953A0E"/>
    <w:rsid w:val="00954301"/>
    <w:rsid w:val="00954D7E"/>
    <w:rsid w:val="0095781C"/>
    <w:rsid w:val="00961E04"/>
    <w:rsid w:val="0096660E"/>
    <w:rsid w:val="00967A76"/>
    <w:rsid w:val="0097119B"/>
    <w:rsid w:val="00971C58"/>
    <w:rsid w:val="00972152"/>
    <w:rsid w:val="00973BBD"/>
    <w:rsid w:val="00985C78"/>
    <w:rsid w:val="00993057"/>
    <w:rsid w:val="009939BA"/>
    <w:rsid w:val="00994552"/>
    <w:rsid w:val="009A0455"/>
    <w:rsid w:val="009A08E6"/>
    <w:rsid w:val="009A215C"/>
    <w:rsid w:val="009A304D"/>
    <w:rsid w:val="009B1051"/>
    <w:rsid w:val="009B2D3A"/>
    <w:rsid w:val="009C114E"/>
    <w:rsid w:val="009C603B"/>
    <w:rsid w:val="009D0432"/>
    <w:rsid w:val="009D157D"/>
    <w:rsid w:val="009D181F"/>
    <w:rsid w:val="009D704D"/>
    <w:rsid w:val="009D7283"/>
    <w:rsid w:val="009E1DE8"/>
    <w:rsid w:val="009E2FEB"/>
    <w:rsid w:val="009E7DFA"/>
    <w:rsid w:val="009F1CA5"/>
    <w:rsid w:val="009F22C9"/>
    <w:rsid w:val="009F762F"/>
    <w:rsid w:val="009F791B"/>
    <w:rsid w:val="009F7FCA"/>
    <w:rsid w:val="00A00BD3"/>
    <w:rsid w:val="00A03018"/>
    <w:rsid w:val="00A074A6"/>
    <w:rsid w:val="00A11781"/>
    <w:rsid w:val="00A137EB"/>
    <w:rsid w:val="00A1385E"/>
    <w:rsid w:val="00A22E7B"/>
    <w:rsid w:val="00A23D27"/>
    <w:rsid w:val="00A274CF"/>
    <w:rsid w:val="00A30A0F"/>
    <w:rsid w:val="00A35095"/>
    <w:rsid w:val="00A35EB3"/>
    <w:rsid w:val="00A379FC"/>
    <w:rsid w:val="00A4469A"/>
    <w:rsid w:val="00A57139"/>
    <w:rsid w:val="00A57732"/>
    <w:rsid w:val="00A6450D"/>
    <w:rsid w:val="00A71E6A"/>
    <w:rsid w:val="00A72209"/>
    <w:rsid w:val="00A73314"/>
    <w:rsid w:val="00A7568E"/>
    <w:rsid w:val="00A840AC"/>
    <w:rsid w:val="00A86C3A"/>
    <w:rsid w:val="00A9133D"/>
    <w:rsid w:val="00A941D4"/>
    <w:rsid w:val="00AA0DC7"/>
    <w:rsid w:val="00AA113A"/>
    <w:rsid w:val="00AA79C0"/>
    <w:rsid w:val="00AB10B9"/>
    <w:rsid w:val="00AB1AD0"/>
    <w:rsid w:val="00AB2B8D"/>
    <w:rsid w:val="00AB5C63"/>
    <w:rsid w:val="00AC057F"/>
    <w:rsid w:val="00AC0A3A"/>
    <w:rsid w:val="00AC19F4"/>
    <w:rsid w:val="00AC4FA1"/>
    <w:rsid w:val="00AD0C11"/>
    <w:rsid w:val="00AD14CE"/>
    <w:rsid w:val="00AD2442"/>
    <w:rsid w:val="00AD2B4E"/>
    <w:rsid w:val="00AD5E73"/>
    <w:rsid w:val="00AD7CC2"/>
    <w:rsid w:val="00AE0185"/>
    <w:rsid w:val="00AE021A"/>
    <w:rsid w:val="00AE1DFA"/>
    <w:rsid w:val="00AE2379"/>
    <w:rsid w:val="00AE3BE6"/>
    <w:rsid w:val="00AE49EB"/>
    <w:rsid w:val="00AF1BA7"/>
    <w:rsid w:val="00AF2F91"/>
    <w:rsid w:val="00AF6AFB"/>
    <w:rsid w:val="00B01CC6"/>
    <w:rsid w:val="00B0532E"/>
    <w:rsid w:val="00B06DC4"/>
    <w:rsid w:val="00B07E3B"/>
    <w:rsid w:val="00B13B97"/>
    <w:rsid w:val="00B13C3D"/>
    <w:rsid w:val="00B13F71"/>
    <w:rsid w:val="00B14E6A"/>
    <w:rsid w:val="00B20BED"/>
    <w:rsid w:val="00B22694"/>
    <w:rsid w:val="00B23BC9"/>
    <w:rsid w:val="00B3386C"/>
    <w:rsid w:val="00B34A3B"/>
    <w:rsid w:val="00B41C6E"/>
    <w:rsid w:val="00B44E39"/>
    <w:rsid w:val="00B474D5"/>
    <w:rsid w:val="00B47B97"/>
    <w:rsid w:val="00B5428D"/>
    <w:rsid w:val="00B5595D"/>
    <w:rsid w:val="00B62417"/>
    <w:rsid w:val="00B6536E"/>
    <w:rsid w:val="00B657F9"/>
    <w:rsid w:val="00B7009E"/>
    <w:rsid w:val="00B75BC7"/>
    <w:rsid w:val="00B77395"/>
    <w:rsid w:val="00B806C6"/>
    <w:rsid w:val="00B809C0"/>
    <w:rsid w:val="00B815A9"/>
    <w:rsid w:val="00B81627"/>
    <w:rsid w:val="00B81994"/>
    <w:rsid w:val="00B84E77"/>
    <w:rsid w:val="00B8555E"/>
    <w:rsid w:val="00B86FD6"/>
    <w:rsid w:val="00B90E8B"/>
    <w:rsid w:val="00B942F3"/>
    <w:rsid w:val="00B95754"/>
    <w:rsid w:val="00BB0121"/>
    <w:rsid w:val="00BB35C0"/>
    <w:rsid w:val="00BB3AC0"/>
    <w:rsid w:val="00BB7DD8"/>
    <w:rsid w:val="00BC15FD"/>
    <w:rsid w:val="00BC18A6"/>
    <w:rsid w:val="00BD0E45"/>
    <w:rsid w:val="00BE001D"/>
    <w:rsid w:val="00BE1C44"/>
    <w:rsid w:val="00BE2657"/>
    <w:rsid w:val="00BE2968"/>
    <w:rsid w:val="00BE520D"/>
    <w:rsid w:val="00BE77EE"/>
    <w:rsid w:val="00BF20C8"/>
    <w:rsid w:val="00BF24D6"/>
    <w:rsid w:val="00BF72A1"/>
    <w:rsid w:val="00C032D0"/>
    <w:rsid w:val="00C04A00"/>
    <w:rsid w:val="00C064D2"/>
    <w:rsid w:val="00C12217"/>
    <w:rsid w:val="00C155BE"/>
    <w:rsid w:val="00C240CA"/>
    <w:rsid w:val="00C244A4"/>
    <w:rsid w:val="00C271F4"/>
    <w:rsid w:val="00C27D4F"/>
    <w:rsid w:val="00C338A9"/>
    <w:rsid w:val="00C3553C"/>
    <w:rsid w:val="00C40078"/>
    <w:rsid w:val="00C407B2"/>
    <w:rsid w:val="00C40D6D"/>
    <w:rsid w:val="00C4198D"/>
    <w:rsid w:val="00C450AE"/>
    <w:rsid w:val="00C45B02"/>
    <w:rsid w:val="00C53393"/>
    <w:rsid w:val="00C60299"/>
    <w:rsid w:val="00C6066C"/>
    <w:rsid w:val="00C62B3E"/>
    <w:rsid w:val="00C631A9"/>
    <w:rsid w:val="00C651BD"/>
    <w:rsid w:val="00C66774"/>
    <w:rsid w:val="00C67B0A"/>
    <w:rsid w:val="00C67F2B"/>
    <w:rsid w:val="00C70546"/>
    <w:rsid w:val="00C70F49"/>
    <w:rsid w:val="00C7390E"/>
    <w:rsid w:val="00C767C4"/>
    <w:rsid w:val="00C82C09"/>
    <w:rsid w:val="00C848BE"/>
    <w:rsid w:val="00C84FA9"/>
    <w:rsid w:val="00C8565C"/>
    <w:rsid w:val="00C85ACF"/>
    <w:rsid w:val="00C90396"/>
    <w:rsid w:val="00C91FB0"/>
    <w:rsid w:val="00C93EF9"/>
    <w:rsid w:val="00C96A62"/>
    <w:rsid w:val="00CA2709"/>
    <w:rsid w:val="00CB26F3"/>
    <w:rsid w:val="00CB4FB2"/>
    <w:rsid w:val="00CB6787"/>
    <w:rsid w:val="00CC36BF"/>
    <w:rsid w:val="00CC4EA4"/>
    <w:rsid w:val="00CC5547"/>
    <w:rsid w:val="00CC738C"/>
    <w:rsid w:val="00CD1045"/>
    <w:rsid w:val="00CE5B27"/>
    <w:rsid w:val="00CF220D"/>
    <w:rsid w:val="00CF52B8"/>
    <w:rsid w:val="00D00BBF"/>
    <w:rsid w:val="00D040B1"/>
    <w:rsid w:val="00D0690D"/>
    <w:rsid w:val="00D07DB6"/>
    <w:rsid w:val="00D10AF0"/>
    <w:rsid w:val="00D12CA8"/>
    <w:rsid w:val="00D158E9"/>
    <w:rsid w:val="00D171EA"/>
    <w:rsid w:val="00D22B2C"/>
    <w:rsid w:val="00D23974"/>
    <w:rsid w:val="00D24D45"/>
    <w:rsid w:val="00D250EE"/>
    <w:rsid w:val="00D30A09"/>
    <w:rsid w:val="00D345E6"/>
    <w:rsid w:val="00D356CA"/>
    <w:rsid w:val="00D36C66"/>
    <w:rsid w:val="00D429AF"/>
    <w:rsid w:val="00D44B3D"/>
    <w:rsid w:val="00D52B40"/>
    <w:rsid w:val="00D536BD"/>
    <w:rsid w:val="00D622DB"/>
    <w:rsid w:val="00D63859"/>
    <w:rsid w:val="00D75188"/>
    <w:rsid w:val="00D75D4D"/>
    <w:rsid w:val="00D7632E"/>
    <w:rsid w:val="00D76E28"/>
    <w:rsid w:val="00D80DD9"/>
    <w:rsid w:val="00D822A7"/>
    <w:rsid w:val="00D8311F"/>
    <w:rsid w:val="00D87372"/>
    <w:rsid w:val="00D929F6"/>
    <w:rsid w:val="00D942EE"/>
    <w:rsid w:val="00D96447"/>
    <w:rsid w:val="00D9663D"/>
    <w:rsid w:val="00D9724D"/>
    <w:rsid w:val="00DA11EA"/>
    <w:rsid w:val="00DB01CE"/>
    <w:rsid w:val="00DB4213"/>
    <w:rsid w:val="00DB4654"/>
    <w:rsid w:val="00DB594C"/>
    <w:rsid w:val="00DC1405"/>
    <w:rsid w:val="00DC2A51"/>
    <w:rsid w:val="00DC4824"/>
    <w:rsid w:val="00DD0133"/>
    <w:rsid w:val="00DD381E"/>
    <w:rsid w:val="00DD41AC"/>
    <w:rsid w:val="00DD55BF"/>
    <w:rsid w:val="00DE2D83"/>
    <w:rsid w:val="00DE5FF2"/>
    <w:rsid w:val="00DF1EA2"/>
    <w:rsid w:val="00DF25AA"/>
    <w:rsid w:val="00DF79FC"/>
    <w:rsid w:val="00E0085C"/>
    <w:rsid w:val="00E04263"/>
    <w:rsid w:val="00E055B6"/>
    <w:rsid w:val="00E10D1F"/>
    <w:rsid w:val="00E129D2"/>
    <w:rsid w:val="00E141F9"/>
    <w:rsid w:val="00E145D9"/>
    <w:rsid w:val="00E22341"/>
    <w:rsid w:val="00E248FD"/>
    <w:rsid w:val="00E34781"/>
    <w:rsid w:val="00E37EB0"/>
    <w:rsid w:val="00E40D23"/>
    <w:rsid w:val="00E51852"/>
    <w:rsid w:val="00E51DAC"/>
    <w:rsid w:val="00E555AF"/>
    <w:rsid w:val="00E60C49"/>
    <w:rsid w:val="00E62DBA"/>
    <w:rsid w:val="00E65D27"/>
    <w:rsid w:val="00E7038A"/>
    <w:rsid w:val="00E7184B"/>
    <w:rsid w:val="00E71D01"/>
    <w:rsid w:val="00E72F25"/>
    <w:rsid w:val="00E753B6"/>
    <w:rsid w:val="00E77F69"/>
    <w:rsid w:val="00E814C3"/>
    <w:rsid w:val="00E8298D"/>
    <w:rsid w:val="00E83FA0"/>
    <w:rsid w:val="00E86393"/>
    <w:rsid w:val="00E86E60"/>
    <w:rsid w:val="00E92C10"/>
    <w:rsid w:val="00E93000"/>
    <w:rsid w:val="00E976E9"/>
    <w:rsid w:val="00EA6E22"/>
    <w:rsid w:val="00EA77CE"/>
    <w:rsid w:val="00EB2637"/>
    <w:rsid w:val="00EC6575"/>
    <w:rsid w:val="00EC7E0E"/>
    <w:rsid w:val="00ED181F"/>
    <w:rsid w:val="00EE7D9B"/>
    <w:rsid w:val="00EF178D"/>
    <w:rsid w:val="00EF17BA"/>
    <w:rsid w:val="00F0491E"/>
    <w:rsid w:val="00F04AE2"/>
    <w:rsid w:val="00F10F6C"/>
    <w:rsid w:val="00F15031"/>
    <w:rsid w:val="00F17F4F"/>
    <w:rsid w:val="00F218D2"/>
    <w:rsid w:val="00F23C39"/>
    <w:rsid w:val="00F33571"/>
    <w:rsid w:val="00F33A8F"/>
    <w:rsid w:val="00F33B05"/>
    <w:rsid w:val="00F34657"/>
    <w:rsid w:val="00F355EC"/>
    <w:rsid w:val="00F35A0C"/>
    <w:rsid w:val="00F3663B"/>
    <w:rsid w:val="00F3721C"/>
    <w:rsid w:val="00F37427"/>
    <w:rsid w:val="00F44E1D"/>
    <w:rsid w:val="00F47E12"/>
    <w:rsid w:val="00F50062"/>
    <w:rsid w:val="00F502B0"/>
    <w:rsid w:val="00F522FD"/>
    <w:rsid w:val="00F54257"/>
    <w:rsid w:val="00F572DA"/>
    <w:rsid w:val="00F57D61"/>
    <w:rsid w:val="00F603D9"/>
    <w:rsid w:val="00F6782B"/>
    <w:rsid w:val="00F7503D"/>
    <w:rsid w:val="00F75A3C"/>
    <w:rsid w:val="00F80F2A"/>
    <w:rsid w:val="00F8334A"/>
    <w:rsid w:val="00F86DE1"/>
    <w:rsid w:val="00F96F86"/>
    <w:rsid w:val="00F97AD2"/>
    <w:rsid w:val="00FA33B3"/>
    <w:rsid w:val="00FB0392"/>
    <w:rsid w:val="00FB0EE6"/>
    <w:rsid w:val="00FB1E58"/>
    <w:rsid w:val="00FB5B96"/>
    <w:rsid w:val="00FB7085"/>
    <w:rsid w:val="00FB7A9D"/>
    <w:rsid w:val="00FC0021"/>
    <w:rsid w:val="00FC2756"/>
    <w:rsid w:val="00FC3C1E"/>
    <w:rsid w:val="00FD5325"/>
    <w:rsid w:val="00FD7267"/>
    <w:rsid w:val="00FE79B9"/>
    <w:rsid w:val="00FF0EAE"/>
    <w:rsid w:val="00FF3CDD"/>
    <w:rsid w:val="00FF3E6D"/>
    <w:rsid w:val="00FF580A"/>
    <w:rsid w:val="00FF5EEF"/>
    <w:rsid w:val="00FF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ADBC40"/>
  <w15:chartTrackingRefBased/>
  <w15:docId w15:val="{C55FDC1B-A7CC-4268-BD57-9260F8C09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5FE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right"/>
      <w:outlineLvl w:val="0"/>
    </w:pPr>
    <w:rPr>
      <w:rFonts w:ascii="Arial" w:hAnsi="Arial" w:cs="Arial"/>
      <w:b/>
      <w:bCs/>
      <w:color w:val="000000"/>
      <w:spacing w:val="-6"/>
      <w:sz w:val="27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right"/>
      <w:outlineLvl w:val="1"/>
    </w:pPr>
    <w:rPr>
      <w:rFonts w:ascii="Arial" w:hAnsi="Arial" w:cs="Arial"/>
      <w:b/>
      <w:bCs/>
      <w:color w:val="000000"/>
      <w:sz w:val="18"/>
    </w:rPr>
  </w:style>
  <w:style w:type="paragraph" w:styleId="Nagwek3">
    <w:name w:val="heading 3"/>
    <w:basedOn w:val="Normalny"/>
    <w:next w:val="Normalny"/>
    <w:link w:val="Nagwek3Znak"/>
    <w:qFormat/>
    <w:pPr>
      <w:keepNext/>
      <w:ind w:left="4500"/>
      <w:jc w:val="both"/>
      <w:outlineLvl w:val="2"/>
    </w:pPr>
    <w:rPr>
      <w:rFonts w:ascii="Arial" w:hAnsi="Arial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pPr>
      <w:keepNext/>
      <w:ind w:left="5580"/>
      <w:jc w:val="both"/>
      <w:outlineLvl w:val="3"/>
    </w:pPr>
    <w:rPr>
      <w:rFonts w:ascii="Arial" w:hAnsi="Arial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Pr>
      <w:rFonts w:ascii="Arial" w:hAnsi="Arial" w:cs="Arial"/>
      <w:sz w:val="22"/>
    </w:rPr>
  </w:style>
  <w:style w:type="paragraph" w:styleId="Stopka">
    <w:name w:val="footer"/>
    <w:basedOn w:val="Normalny"/>
    <w:link w:val="StopkaZnak"/>
    <w:rsid w:val="003A2B9F"/>
    <w:pPr>
      <w:tabs>
        <w:tab w:val="center" w:pos="4536"/>
        <w:tab w:val="right" w:pos="9072"/>
      </w:tabs>
    </w:pPr>
    <w:rPr>
      <w:lang w:val="x-none" w:eastAsia="x-none"/>
    </w:rPr>
  </w:style>
  <w:style w:type="character" w:styleId="Hipercze">
    <w:name w:val="Hyperlink"/>
    <w:uiPriority w:val="99"/>
    <w:rsid w:val="004D7984"/>
    <w:rPr>
      <w:color w:val="0000FF"/>
      <w:u w:val="single"/>
    </w:rPr>
  </w:style>
  <w:style w:type="character" w:styleId="Pogrubienie">
    <w:name w:val="Strong"/>
    <w:qFormat/>
    <w:rsid w:val="004D7984"/>
    <w:rPr>
      <w:b/>
      <w:bCs/>
    </w:rPr>
  </w:style>
  <w:style w:type="paragraph" w:styleId="Tekstdymka">
    <w:name w:val="Balloon Text"/>
    <w:basedOn w:val="Normalny"/>
    <w:link w:val="TekstdymkaZnak"/>
    <w:semiHidden/>
    <w:rsid w:val="001B5F5A"/>
    <w:rPr>
      <w:rFonts w:ascii="Tahoma" w:hAnsi="Tahoma"/>
      <w:sz w:val="16"/>
      <w:szCs w:val="16"/>
      <w:lang w:val="x-none" w:eastAsia="x-none"/>
    </w:rPr>
  </w:style>
  <w:style w:type="character" w:styleId="Numerstrony">
    <w:name w:val="page number"/>
    <w:basedOn w:val="Domylnaczcionkaakapitu"/>
    <w:rsid w:val="0004779A"/>
  </w:style>
  <w:style w:type="paragraph" w:styleId="Tytu">
    <w:name w:val="Title"/>
    <w:basedOn w:val="Normalny"/>
    <w:link w:val="TytuZnak"/>
    <w:qFormat/>
    <w:rsid w:val="00AD7CC2"/>
    <w:pPr>
      <w:jc w:val="center"/>
    </w:pPr>
    <w:rPr>
      <w:b/>
      <w:lang w:val="x-none" w:eastAsia="x-none"/>
    </w:rPr>
  </w:style>
  <w:style w:type="paragraph" w:styleId="Tekstpodstawowy">
    <w:name w:val="Body Text"/>
    <w:basedOn w:val="Normalny"/>
    <w:link w:val="TekstpodstawowyZnak"/>
    <w:rsid w:val="00B90E8B"/>
    <w:pPr>
      <w:spacing w:after="120"/>
    </w:pPr>
    <w:rPr>
      <w:lang w:val="x-none" w:eastAsia="x-none"/>
    </w:rPr>
  </w:style>
  <w:style w:type="paragraph" w:styleId="HTML-wstpniesformatowany">
    <w:name w:val="HTML Preformatted"/>
    <w:basedOn w:val="Normalny"/>
    <w:link w:val="HTML-wstpniesformatowanyZnak"/>
    <w:rsid w:val="000127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table" w:styleId="Tabela-Siatka">
    <w:name w:val="Table Grid"/>
    <w:basedOn w:val="Standardowy"/>
    <w:rsid w:val="00B77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353D5E"/>
    <w:pPr>
      <w:shd w:val="clear" w:color="auto" w:fill="000080"/>
    </w:pPr>
    <w:rPr>
      <w:rFonts w:ascii="Tahoma" w:hAnsi="Tahoma"/>
      <w:lang w:val="x-none" w:eastAsia="x-none"/>
    </w:rPr>
  </w:style>
  <w:style w:type="paragraph" w:styleId="Tekstprzypisukocowego">
    <w:name w:val="endnote text"/>
    <w:basedOn w:val="Normalny"/>
    <w:link w:val="TekstprzypisukocowegoZnak"/>
    <w:semiHidden/>
    <w:rsid w:val="00632961"/>
    <w:rPr>
      <w:lang w:val="x-none" w:eastAsia="x-none"/>
    </w:rPr>
  </w:style>
  <w:style w:type="character" w:styleId="Odwoanieprzypisukocowego">
    <w:name w:val="endnote reference"/>
    <w:semiHidden/>
    <w:rsid w:val="0063296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7503D"/>
    <w:rPr>
      <w:sz w:val="20"/>
      <w:szCs w:val="20"/>
    </w:rPr>
  </w:style>
  <w:style w:type="character" w:styleId="Odwoanieprzypisudolnego">
    <w:name w:val="footnote reference"/>
    <w:uiPriority w:val="99"/>
    <w:rsid w:val="00F7503D"/>
    <w:rPr>
      <w:vertAlign w:val="superscript"/>
    </w:rPr>
  </w:style>
  <w:style w:type="paragraph" w:styleId="Legenda">
    <w:name w:val="caption"/>
    <w:basedOn w:val="Normalny"/>
    <w:next w:val="Normalny"/>
    <w:qFormat/>
    <w:rsid w:val="002C36A6"/>
    <w:rPr>
      <w:b/>
      <w:spacing w:val="20"/>
      <w:sz w:val="2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1">
    <w:name w:val="Styl1"/>
    <w:basedOn w:val="Akapitzlist"/>
    <w:link w:val="Styl1Znak"/>
    <w:qFormat/>
    <w:rsid w:val="002C36A6"/>
    <w:pPr>
      <w:numPr>
        <w:numId w:val="1"/>
      </w:numPr>
      <w:spacing w:after="200" w:line="276" w:lineRule="auto"/>
      <w:contextualSpacing/>
      <w:jc w:val="both"/>
    </w:pPr>
    <w:rPr>
      <w:rFonts w:ascii="Calibri" w:eastAsia="Calibri" w:hAnsi="Calibri"/>
      <w:b/>
      <w:lang w:eastAsia="en-US"/>
    </w:rPr>
  </w:style>
  <w:style w:type="character" w:customStyle="1" w:styleId="Styl1Znak">
    <w:name w:val="Styl1 Znak"/>
    <w:link w:val="Styl1"/>
    <w:rsid w:val="002C36A6"/>
    <w:rPr>
      <w:rFonts w:ascii="Calibri" w:eastAsia="Calibri" w:hAnsi="Calibri"/>
      <w:b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2C36A6"/>
    <w:pPr>
      <w:ind w:left="708"/>
    </w:pPr>
    <w:rPr>
      <w:lang w:val="x-none" w:eastAsia="x-none"/>
    </w:rPr>
  </w:style>
  <w:style w:type="paragraph" w:styleId="Tekstpodstawowy3">
    <w:name w:val="Body Text 3"/>
    <w:basedOn w:val="Normalny"/>
    <w:link w:val="Tekstpodstawowy3Znak"/>
    <w:rsid w:val="007F0F1B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7F0F1B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rsid w:val="007F0F1B"/>
    <w:rPr>
      <w:sz w:val="24"/>
      <w:szCs w:val="24"/>
    </w:rPr>
  </w:style>
  <w:style w:type="paragraph" w:styleId="Zwykytekst">
    <w:name w:val="Plain Text"/>
    <w:basedOn w:val="Normalny"/>
    <w:link w:val="ZwykytekstZnak"/>
    <w:rsid w:val="007F0F1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7F0F1B"/>
    <w:rPr>
      <w:rFonts w:ascii="Courier New" w:hAnsi="Courier New" w:cs="Courier New"/>
    </w:rPr>
  </w:style>
  <w:style w:type="character" w:customStyle="1" w:styleId="StopkaZnak">
    <w:name w:val="Stopka Znak"/>
    <w:link w:val="Stopka"/>
    <w:rsid w:val="00263BF3"/>
    <w:rPr>
      <w:sz w:val="24"/>
      <w:szCs w:val="24"/>
    </w:rPr>
  </w:style>
  <w:style w:type="paragraph" w:customStyle="1" w:styleId="Standard">
    <w:name w:val="Standard"/>
    <w:rsid w:val="000B293B"/>
    <w:pPr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1">
    <w:name w:val="WWNum1"/>
    <w:basedOn w:val="Bezlisty"/>
    <w:rsid w:val="000B293B"/>
    <w:pPr>
      <w:numPr>
        <w:numId w:val="27"/>
      </w:numPr>
    </w:pPr>
  </w:style>
  <w:style w:type="character" w:customStyle="1" w:styleId="ZnakZnak6">
    <w:name w:val="Znak Znak6"/>
    <w:rsid w:val="00236F68"/>
    <w:rPr>
      <w:rFonts w:ascii="Courier New" w:hAnsi="Courier New" w:cs="Courier New"/>
    </w:rPr>
  </w:style>
  <w:style w:type="character" w:customStyle="1" w:styleId="Tekstpodstawowy2Znak">
    <w:name w:val="Tekst podstawowy 2 Znak"/>
    <w:link w:val="Tekstpodstawowy2"/>
    <w:rsid w:val="00146C78"/>
    <w:rPr>
      <w:rFonts w:ascii="Arial" w:hAnsi="Arial" w:cs="Arial"/>
      <w:sz w:val="22"/>
      <w:szCs w:val="24"/>
      <w:lang w:val="pl-PL" w:eastAsia="pl-PL" w:bidi="ar-SA"/>
    </w:rPr>
  </w:style>
  <w:style w:type="character" w:customStyle="1" w:styleId="ZnakZnak4">
    <w:name w:val="Znak Znak4"/>
    <w:rsid w:val="00146C78"/>
    <w:rPr>
      <w:rFonts w:ascii="Calibri" w:eastAsia="Calibri" w:hAnsi="Calibri"/>
      <w:sz w:val="16"/>
      <w:szCs w:val="16"/>
      <w:lang w:eastAsia="en-US"/>
    </w:rPr>
  </w:style>
  <w:style w:type="character" w:customStyle="1" w:styleId="ZnakZnak7">
    <w:name w:val="Znak Znak7"/>
    <w:rsid w:val="00146C78"/>
    <w:rPr>
      <w:sz w:val="24"/>
      <w:szCs w:val="24"/>
    </w:rPr>
  </w:style>
  <w:style w:type="character" w:customStyle="1" w:styleId="NagwekZnak">
    <w:name w:val="Nagłówek Znak"/>
    <w:link w:val="Nagwek"/>
    <w:rsid w:val="00146C78"/>
    <w:rPr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146C7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146C78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146C78"/>
    <w:rPr>
      <w:rFonts w:ascii="Arial" w:hAnsi="Arial" w:cs="Arial"/>
      <w:b/>
      <w:bCs/>
      <w:color w:val="000000"/>
      <w:spacing w:val="-6"/>
      <w:sz w:val="27"/>
      <w:szCs w:val="24"/>
      <w:lang w:val="pl-PL" w:eastAsia="pl-PL" w:bidi="ar-SA"/>
    </w:rPr>
  </w:style>
  <w:style w:type="character" w:customStyle="1" w:styleId="Nagwek2Znak">
    <w:name w:val="Nagłówek 2 Znak"/>
    <w:link w:val="Nagwek2"/>
    <w:rsid w:val="00146C78"/>
    <w:rPr>
      <w:rFonts w:ascii="Arial" w:hAnsi="Arial" w:cs="Arial"/>
      <w:b/>
      <w:bCs/>
      <w:color w:val="000000"/>
      <w:sz w:val="18"/>
      <w:szCs w:val="24"/>
      <w:lang w:val="pl-PL" w:eastAsia="pl-PL" w:bidi="ar-SA"/>
    </w:rPr>
  </w:style>
  <w:style w:type="character" w:customStyle="1" w:styleId="Nagwek3Znak">
    <w:name w:val="Nagłówek 3 Znak"/>
    <w:link w:val="Nagwek3"/>
    <w:rsid w:val="00146C78"/>
    <w:rPr>
      <w:rFonts w:ascii="Arial" w:hAnsi="Arial"/>
      <w:sz w:val="28"/>
      <w:szCs w:val="28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146C78"/>
    <w:pPr>
      <w:widowControl w:val="0"/>
      <w:adjustRightInd w:val="0"/>
      <w:spacing w:after="120" w:line="480" w:lineRule="auto"/>
      <w:ind w:left="283"/>
      <w:jc w:val="both"/>
      <w:textAlignment w:val="baseline"/>
    </w:pPr>
    <w:rPr>
      <w:szCs w:val="20"/>
      <w:lang w:val="x-none" w:eastAsia="x-none"/>
    </w:rPr>
  </w:style>
  <w:style w:type="character" w:customStyle="1" w:styleId="Nagwek4Znak">
    <w:name w:val="Nagłówek 4 Znak"/>
    <w:link w:val="Nagwek4"/>
    <w:rsid w:val="00146C78"/>
    <w:rPr>
      <w:rFonts w:ascii="Arial" w:hAnsi="Arial"/>
      <w:sz w:val="28"/>
      <w:szCs w:val="28"/>
      <w:lang w:val="pl-PL" w:eastAsia="pl-PL" w:bidi="ar-SA"/>
    </w:rPr>
  </w:style>
  <w:style w:type="numbering" w:customStyle="1" w:styleId="Bezlisty1">
    <w:name w:val="Bez listy1"/>
    <w:next w:val="Bezlisty"/>
    <w:uiPriority w:val="99"/>
    <w:semiHidden/>
    <w:unhideWhenUsed/>
    <w:rsid w:val="00043F4A"/>
  </w:style>
  <w:style w:type="character" w:customStyle="1" w:styleId="TekstpodstawowyZnak">
    <w:name w:val="Tekst podstawowy Znak"/>
    <w:link w:val="Tekstpodstawowy"/>
    <w:rsid w:val="00043F4A"/>
    <w:rPr>
      <w:sz w:val="24"/>
      <w:szCs w:val="24"/>
    </w:rPr>
  </w:style>
  <w:style w:type="character" w:customStyle="1" w:styleId="TekstdymkaZnak">
    <w:name w:val="Tekst dymka Znak"/>
    <w:link w:val="Tekstdymka"/>
    <w:semiHidden/>
    <w:rsid w:val="00043F4A"/>
    <w:rPr>
      <w:rFonts w:ascii="Tahoma" w:hAnsi="Tahoma" w:cs="Tahoma"/>
      <w:sz w:val="16"/>
      <w:szCs w:val="16"/>
    </w:rPr>
  </w:style>
  <w:style w:type="character" w:customStyle="1" w:styleId="ZnakZnak12">
    <w:name w:val="Znak Znak12"/>
    <w:rsid w:val="00043F4A"/>
    <w:rPr>
      <w:sz w:val="32"/>
      <w:szCs w:val="32"/>
    </w:rPr>
  </w:style>
  <w:style w:type="character" w:customStyle="1" w:styleId="Tekstpodstawowywcity2Znak">
    <w:name w:val="Tekst podstawowy wcięty 2 Znak"/>
    <w:link w:val="Tekstpodstawowywcity2"/>
    <w:rsid w:val="00043F4A"/>
    <w:rPr>
      <w:sz w:val="24"/>
    </w:rPr>
  </w:style>
  <w:style w:type="character" w:customStyle="1" w:styleId="TekstprzypisudolnegoZnak">
    <w:name w:val="Tekst przypisu dolnego Znak"/>
    <w:link w:val="Tekstprzypisudolnego"/>
    <w:rsid w:val="00043F4A"/>
  </w:style>
  <w:style w:type="character" w:customStyle="1" w:styleId="Nagwek5Znak">
    <w:name w:val="Nagłówek 5 Znak"/>
    <w:link w:val="Nagwek5"/>
    <w:rsid w:val="00F33A8F"/>
    <w:rPr>
      <w:rFonts w:ascii="Arial" w:hAnsi="Arial"/>
      <w:b/>
      <w:sz w:val="28"/>
      <w:szCs w:val="28"/>
    </w:rPr>
  </w:style>
  <w:style w:type="character" w:customStyle="1" w:styleId="TytuZnak">
    <w:name w:val="Tytuł Znak"/>
    <w:link w:val="Tytu"/>
    <w:rsid w:val="00F33A8F"/>
    <w:rPr>
      <w:b/>
      <w:sz w:val="24"/>
      <w:szCs w:val="24"/>
    </w:rPr>
  </w:style>
  <w:style w:type="character" w:customStyle="1" w:styleId="HTML-wstpniesformatowanyZnak">
    <w:name w:val="HTML - wstępnie sformatowany Znak"/>
    <w:link w:val="HTML-wstpniesformatowany"/>
    <w:rsid w:val="00F33A8F"/>
    <w:rPr>
      <w:rFonts w:ascii="Courier New" w:hAnsi="Courier New" w:cs="Courier New"/>
      <w:sz w:val="24"/>
      <w:szCs w:val="24"/>
    </w:rPr>
  </w:style>
  <w:style w:type="character" w:customStyle="1" w:styleId="MapadokumentuZnak">
    <w:name w:val="Mapa dokumentu Znak"/>
    <w:link w:val="Mapadokumentu"/>
    <w:uiPriority w:val="99"/>
    <w:semiHidden/>
    <w:rsid w:val="00F33A8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rzypisukocowegoZnak">
    <w:name w:val="Tekst przypisu końcowego Znak"/>
    <w:link w:val="Tekstprzypisukocowego"/>
    <w:semiHidden/>
    <w:rsid w:val="00F33A8F"/>
    <w:rPr>
      <w:sz w:val="24"/>
      <w:szCs w:val="24"/>
    </w:rPr>
  </w:style>
  <w:style w:type="paragraph" w:customStyle="1" w:styleId="a">
    <w:basedOn w:val="Normalny"/>
    <w:next w:val="Mapadokumentu"/>
    <w:uiPriority w:val="99"/>
    <w:rsid w:val="005B71C8"/>
    <w:pPr>
      <w:shd w:val="clear" w:color="auto" w:fill="000080"/>
    </w:pPr>
    <w:rPr>
      <w:rFonts w:ascii="Tahoma" w:hAnsi="Tahoma"/>
      <w:lang w:val="x-none" w:eastAsia="x-none"/>
    </w:rPr>
  </w:style>
  <w:style w:type="paragraph" w:styleId="Bezodstpw">
    <w:name w:val="No Spacing"/>
    <w:uiPriority w:val="1"/>
    <w:qFormat/>
    <w:rsid w:val="005B71C8"/>
    <w:rPr>
      <w:sz w:val="24"/>
      <w:szCs w:val="24"/>
    </w:rPr>
  </w:style>
  <w:style w:type="character" w:styleId="UyteHipercze">
    <w:name w:val="FollowedHyperlink"/>
    <w:uiPriority w:val="99"/>
    <w:unhideWhenUsed/>
    <w:rsid w:val="00193839"/>
    <w:rPr>
      <w:color w:val="800080"/>
      <w:u w:val="single"/>
    </w:rPr>
  </w:style>
  <w:style w:type="paragraph" w:customStyle="1" w:styleId="xl65">
    <w:name w:val="xl65"/>
    <w:basedOn w:val="Normalny"/>
    <w:rsid w:val="00193839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193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Normalny"/>
    <w:rsid w:val="00193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Normalny"/>
    <w:rsid w:val="0019383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Normalny"/>
    <w:rsid w:val="0019383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alny"/>
    <w:rsid w:val="0019383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alny"/>
    <w:rsid w:val="00193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ny"/>
    <w:rsid w:val="0019383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3">
    <w:name w:val="xl73"/>
    <w:basedOn w:val="Normalny"/>
    <w:rsid w:val="0019383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4">
    <w:name w:val="xl74"/>
    <w:basedOn w:val="Normalny"/>
    <w:rsid w:val="0019383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5">
    <w:name w:val="xl75"/>
    <w:basedOn w:val="Normalny"/>
    <w:rsid w:val="0019383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Normalny"/>
    <w:rsid w:val="00193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Normalny"/>
    <w:rsid w:val="0019383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alny"/>
    <w:rsid w:val="00193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alny"/>
    <w:rsid w:val="00193839"/>
    <w:pPr>
      <w:spacing w:before="100" w:beforeAutospacing="1" w:after="100" w:afterAutospacing="1"/>
      <w:textAlignment w:val="center"/>
    </w:pPr>
  </w:style>
  <w:style w:type="paragraph" w:customStyle="1" w:styleId="xl80">
    <w:name w:val="xl80"/>
    <w:basedOn w:val="Normalny"/>
    <w:rsid w:val="0019383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alny"/>
    <w:rsid w:val="0019383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Normalny"/>
    <w:rsid w:val="0019383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auto"/>
      <w:spacing w:before="100" w:beforeAutospacing="1" w:after="100" w:afterAutospacing="1"/>
      <w:textAlignment w:val="center"/>
    </w:pPr>
  </w:style>
  <w:style w:type="paragraph" w:customStyle="1" w:styleId="xl83">
    <w:name w:val="xl83"/>
    <w:basedOn w:val="Normalny"/>
    <w:rsid w:val="0019383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Normalny"/>
    <w:rsid w:val="00193839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Normalny"/>
    <w:rsid w:val="0019383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Normalny"/>
    <w:rsid w:val="0019383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Normalny"/>
    <w:rsid w:val="00193839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Normalny"/>
    <w:rsid w:val="0019383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</w:style>
  <w:style w:type="character" w:styleId="Odwoaniedokomentarza">
    <w:name w:val="annotation reference"/>
    <w:uiPriority w:val="99"/>
    <w:unhideWhenUsed/>
    <w:rsid w:val="001F17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1741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F1741"/>
    <w:rPr>
      <w:rFonts w:eastAsia="Calibri"/>
    </w:rPr>
  </w:style>
  <w:style w:type="paragraph" w:styleId="Poprawka">
    <w:name w:val="Revision"/>
    <w:hidden/>
    <w:uiPriority w:val="99"/>
    <w:semiHidden/>
    <w:rsid w:val="002C399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480B40"/>
    <w:rPr>
      <w:rFonts w:eastAsia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80B40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2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hutyra\Dane%20aplikacji\Microsoft\Szablony\Szablon%20dokumentu%20DPR%20z%20RPO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1F13D-F641-41B3-94B7-D5E954951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dokumentu DPR z RPO.dot</Template>
  <TotalTime>312</TotalTime>
  <Pages>4</Pages>
  <Words>806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OPEC Gdynia</Company>
  <LinksUpToDate>false</LinksUpToDate>
  <CharactersWithSpaces>6316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Ewa Nosowska-Wichert</dc:creator>
  <cp:keywords/>
  <cp:lastModifiedBy>Joanna Papis</cp:lastModifiedBy>
  <cp:revision>28</cp:revision>
  <cp:lastPrinted>2015-04-22T08:38:00Z</cp:lastPrinted>
  <dcterms:created xsi:type="dcterms:W3CDTF">2024-06-05T10:58:00Z</dcterms:created>
  <dcterms:modified xsi:type="dcterms:W3CDTF">2025-12-17T12:14:00Z</dcterms:modified>
</cp:coreProperties>
</file>